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6E70A" w14:textId="77777777" w:rsidR="00593E8D" w:rsidRPr="00152A29" w:rsidRDefault="00D239AD" w:rsidP="00D239A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คู่มือสำหรับประชาชน</w:t>
      </w:r>
      <w:r w:rsidR="001B1C8D" w:rsidRPr="00152A29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0141AF" w:rsidRPr="00152A29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ab/>
      </w:r>
      <w:r w:rsidR="00C81DB8" w:rsidRPr="00152A29">
        <w:rPr>
          <w:rFonts w:ascii="TH SarabunPSK" w:hAnsi="TH SarabunPSK" w:cs="TH SarabunPSK"/>
          <w:b/>
          <w:bCs/>
          <w:noProof/>
          <w:sz w:val="32"/>
          <w:szCs w:val="32"/>
          <w:cs/>
          <w:lang w:bidi="th-TH"/>
        </w:rPr>
        <w:t xml:space="preserve">การขอใบแทนใบรับแจ้งข้อเท็จจริงเกี่ยวกับวัตถุอันตรายชนิดที่ </w:t>
      </w:r>
      <w:r w:rsidR="00C81DB8" w:rsidRPr="00152A29">
        <w:rPr>
          <w:rFonts w:ascii="TH SarabunPSK" w:hAnsi="TH SarabunPSK" w:cs="TH SarabunPSK"/>
          <w:b/>
          <w:bCs/>
          <w:noProof/>
          <w:sz w:val="32"/>
          <w:szCs w:val="32"/>
        </w:rPr>
        <w:t>1</w:t>
      </w:r>
    </w:p>
    <w:p w14:paraId="641A4718" w14:textId="77777777" w:rsidR="00152A29" w:rsidRPr="00152A29" w:rsidRDefault="00D239AD" w:rsidP="00D239AD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sz w:val="32"/>
          <w:szCs w:val="32"/>
          <w:cs/>
          <w:lang w:bidi="th-TH"/>
        </w:rPr>
        <w:t>หน่วยงาน</w:t>
      </w:r>
      <w:r w:rsidR="002B2D62" w:rsidRPr="00152A29">
        <w:rPr>
          <w:rFonts w:ascii="TH SarabunPSK" w:hAnsi="TH SarabunPSK" w:cs="TH SarabunPSK"/>
          <w:sz w:val="32"/>
          <w:szCs w:val="32"/>
          <w:cs/>
          <w:lang w:bidi="th-TH"/>
        </w:rPr>
        <w:t>ที่รับผิดชอบ</w:t>
      </w:r>
      <w:r w:rsidRPr="00152A29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152A29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152A29" w:rsidRPr="00152A29">
        <w:rPr>
          <w:rFonts w:ascii="TH SarabunPSK" w:hAnsi="TH SarabunPSK" w:cs="TH SarabunPSK"/>
          <w:sz w:val="32"/>
          <w:szCs w:val="32"/>
          <w:cs/>
          <w:lang w:bidi="th-TH"/>
        </w:rPr>
        <w:t>สำนักงานสาธารณสุขจังหวัด</w:t>
      </w:r>
      <w:r w:rsidR="00166375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</w:p>
    <w:p w14:paraId="5F26431A" w14:textId="77777777" w:rsidR="00D239AD" w:rsidRPr="00152A29" w:rsidRDefault="00C3045F" w:rsidP="00D239AD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sz w:val="32"/>
          <w:szCs w:val="32"/>
          <w:cs/>
          <w:lang w:bidi="th-TH"/>
        </w:rPr>
        <w:t>กระทรวง</w:t>
      </w:r>
      <w:r w:rsidRPr="00152A29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152A29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กระทรวงสาธารณสุข</w:t>
      </w:r>
    </w:p>
    <w:p w14:paraId="59E91F0D" w14:textId="77777777" w:rsidR="003F4A0D" w:rsidRPr="00152A29" w:rsidRDefault="00152A29" w:rsidP="00D239A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2FE83513" wp14:editId="7A48E521">
                <wp:simplePos x="0" y="0"/>
                <wp:positionH relativeFrom="column">
                  <wp:posOffset>1270</wp:posOffset>
                </wp:positionH>
                <wp:positionV relativeFrom="paragraph">
                  <wp:posOffset>85089</wp:posOffset>
                </wp:positionV>
                <wp:extent cx="6444615" cy="0"/>
                <wp:effectExtent l="0" t="0" r="13335" b="19050"/>
                <wp:wrapNone/>
                <wp:docPr id="74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4461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4AE122" id="Straight Connector 2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.1pt,6.7pt" to="50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" strokecolor="black [3200]" strokeweight="1pt">
                <v:stroke joinstyle="miter"/>
                <o:lock v:ext="edit" shapetype="f"/>
              </v:line>
            </w:pict>
          </mc:Fallback>
        </mc:AlternateContent>
      </w:r>
    </w:p>
    <w:p w14:paraId="5F59110F" w14:textId="77777777" w:rsidR="002B2D62" w:rsidRPr="00152A29" w:rsidRDefault="00132E1B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ชื่อกระบวนงาน</w:t>
      </w:r>
      <w:r w:rsidRPr="00152A29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152A29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การขอใบแทนใบรับแจ้งข้อเท็จจริงเกี่ยวกับวัตถุอันตรายชนิดที่ </w:t>
      </w:r>
      <w:r w:rsidR="00C81DB8" w:rsidRPr="00152A29">
        <w:rPr>
          <w:rFonts w:ascii="TH SarabunPSK" w:hAnsi="TH SarabunPSK" w:cs="TH SarabunPSK"/>
          <w:noProof/>
          <w:sz w:val="32"/>
          <w:szCs w:val="32"/>
        </w:rPr>
        <w:t>1</w:t>
      </w:r>
    </w:p>
    <w:p w14:paraId="76F05665" w14:textId="77777777" w:rsidR="00132E1B" w:rsidRPr="00152A29" w:rsidRDefault="00600A25" w:rsidP="00600A25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หน่วยงานเจ้าของกระบวนงาน</w:t>
      </w:r>
      <w:r w:rsidR="00C81DB8" w:rsidRPr="00152A29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152A29" w:rsidRPr="00152A29">
        <w:rPr>
          <w:rFonts w:ascii="TH SarabunPSK" w:hAnsi="TH SarabunPSK" w:cs="TH SarabunPSK"/>
          <w:sz w:val="32"/>
          <w:szCs w:val="32"/>
          <w:cs/>
          <w:lang w:bidi="th-TH"/>
        </w:rPr>
        <w:t>สำนักงานสาธารณสุขจังหวัด</w:t>
      </w:r>
      <w:r w:rsidR="00166375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</w:p>
    <w:p w14:paraId="7D2F5ABF" w14:textId="77777777" w:rsidR="00132E1B" w:rsidRPr="00152A29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ประเภทของงานบริการ</w:t>
      </w:r>
      <w:r w:rsidR="00C81DB8" w:rsidRPr="00152A29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C81DB8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กระบวนงานบริการที่เบ็ดเสร็จในหน่วยเดียว</w:t>
      </w: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1CB94D8C" w14:textId="77777777" w:rsidR="00132E1B" w:rsidRPr="00152A29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หมวดหมู่ของงานบริการ</w:t>
      </w:r>
      <w:r w:rsidR="00C81DB8" w:rsidRPr="00152A29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C81DB8"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C81DB8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อนุญาต</w:t>
      </w:r>
      <w:r w:rsidR="00C81DB8" w:rsidRPr="00152A29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ออกใบอนุญาต</w:t>
      </w:r>
      <w:r w:rsidR="00C81DB8" w:rsidRPr="00152A29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รับรอง</w:t>
      </w: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0BE0A697" w14:textId="77777777" w:rsidR="00132E1B" w:rsidRPr="00152A29" w:rsidRDefault="00C77AEA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r w:rsidR="00C81DB8" w:rsidRPr="00152A29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639"/>
      </w:tblGrid>
      <w:tr w:rsidR="00152A29" w:rsidRPr="00152A29" w14:paraId="67328E40" w14:textId="77777777" w:rsidTr="008C1396">
        <w:tc>
          <w:tcPr>
            <w:tcW w:w="675" w:type="dxa"/>
          </w:tcPr>
          <w:p w14:paraId="4463A135" w14:textId="77777777" w:rsidR="00394708" w:rsidRPr="00152A29" w:rsidRDefault="00394708" w:rsidP="008C13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152A2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3D2C4A7E" w14:textId="77777777" w:rsidR="00394708" w:rsidRPr="00152A29" w:rsidRDefault="00394708" w:rsidP="00F84F3A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ร</w:t>
            </w: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บ</w:t>
            </w: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</w:t>
            </w: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วัตถุอันตราย พ</w:t>
            </w: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 2535 </w:t>
            </w: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และที่เแก้ไขเพิ่มเติม</w:t>
            </w:r>
          </w:p>
        </w:tc>
      </w:tr>
      <w:tr w:rsidR="00152A29" w:rsidRPr="00152A29" w14:paraId="0597BE1A" w14:textId="77777777" w:rsidTr="008C1396">
        <w:tc>
          <w:tcPr>
            <w:tcW w:w="675" w:type="dxa"/>
          </w:tcPr>
          <w:p w14:paraId="19881C39" w14:textId="77777777" w:rsidR="00394708" w:rsidRPr="00152A29" w:rsidRDefault="00394708" w:rsidP="008C13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152A2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15AF6A8F" w14:textId="77777777" w:rsidR="00394708" w:rsidRPr="00152A29" w:rsidRDefault="00394708" w:rsidP="00F84F3A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ประกาศกระทรวงสาธารณสุข เรื่อง การแจ้งข้อเท็จจริงเกี่ยวกับวัตถุอันตรายชนิดที่ </w:t>
            </w: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1 </w:t>
            </w: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ที่สำนักงานคณะกรรมการอาหารและยารับผิดชอบ พ</w:t>
            </w: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 2549</w:t>
            </w:r>
          </w:p>
        </w:tc>
      </w:tr>
      <w:tr w:rsidR="00152A29" w:rsidRPr="00152A29" w14:paraId="4EC71CEA" w14:textId="77777777" w:rsidTr="008C1396">
        <w:tc>
          <w:tcPr>
            <w:tcW w:w="675" w:type="dxa"/>
          </w:tcPr>
          <w:p w14:paraId="2964B03B" w14:textId="77777777" w:rsidR="00394708" w:rsidRPr="00152A29" w:rsidRDefault="00394708" w:rsidP="008C13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152A2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14:paraId="16C99789" w14:textId="77777777" w:rsidR="00394708" w:rsidRPr="00152A29" w:rsidRDefault="00394708" w:rsidP="00F84F3A">
            <w:pPr>
              <w:rPr>
                <w:rFonts w:ascii="TH SarabunPSK" w:hAnsi="TH SarabunPSK" w:cs="TH SarabunPSK"/>
                <w:iCs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ประกาศกระทรวงสาธารณสุข เรื่อง แต่งตั้งพนักงานเจ้าหน้าที่เพื่อปฏิบัติตามพระราชบัญญัติวัตถุอันตราย</w:t>
            </w:r>
            <w:r w:rsidR="00F54968"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 xml:space="preserve"> </w:t>
            </w: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 xml:space="preserve">.2535 </w:t>
            </w: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ที่กระทรวงสาธารณสุขรับผิดชอบ พ</w:t>
            </w: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</w:t>
            </w: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152A29">
              <w:rPr>
                <w:rFonts w:ascii="TH SarabunPSK" w:hAnsi="TH SarabunPSK" w:cs="TH SarabunPSK"/>
                <w:iCs/>
                <w:noProof/>
                <w:sz w:val="32"/>
                <w:szCs w:val="32"/>
              </w:rPr>
              <w:t>.2554</w:t>
            </w:r>
          </w:p>
        </w:tc>
      </w:tr>
    </w:tbl>
    <w:p w14:paraId="47AD150C" w14:textId="77777777" w:rsidR="003F4A0D" w:rsidRPr="00152A29" w:rsidRDefault="003F4A0D" w:rsidP="003F4A0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ระดับผลกระทบ</w:t>
      </w:r>
      <w:r w:rsidR="00C81DB8" w:rsidRPr="00152A29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C81DB8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บริการที่มีความสำคัญด้านเศรษฐกิจ</w:t>
      </w:r>
      <w:r w:rsidR="00C81DB8" w:rsidRPr="00152A29">
        <w:rPr>
          <w:rFonts w:ascii="TH SarabunPSK" w:hAnsi="TH SarabunPSK" w:cs="TH SarabunPSK"/>
          <w:noProof/>
          <w:sz w:val="32"/>
          <w:szCs w:val="32"/>
        </w:rPr>
        <w:t>/</w:t>
      </w:r>
      <w:r w:rsidR="00C81DB8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สังคม</w:t>
      </w:r>
      <w:r w:rsidR="00C81DB8"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560D579B" w14:textId="77777777" w:rsidR="003F4A0D" w:rsidRPr="00152A29" w:rsidRDefault="003F4A0D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พื้นที่ให้บริการ</w:t>
      </w:r>
      <w:r w:rsidR="00C81DB8" w:rsidRPr="00152A29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166375">
        <w:rPr>
          <w:rFonts w:ascii="TH SarabunPSK" w:hAnsi="TH SarabunPSK" w:cs="TH SarabunPSK" w:hint="cs"/>
          <w:sz w:val="32"/>
          <w:szCs w:val="32"/>
          <w:cs/>
          <w:lang w:bidi="th-TH"/>
        </w:rPr>
        <w:t>มหาสารคาม</w:t>
      </w:r>
      <w:r w:rsidR="00C81DB8"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58E6C4E0" w14:textId="77777777" w:rsidR="00C77AEA" w:rsidRPr="00152A29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กฎหมายข้อบังคับ/ข้อตกลงที่กำหนดระยะเวลา </w:t>
      </w:r>
      <w:r w:rsidR="00C81DB8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ประกาศสํานักงานคณะกรรมการอาหารและยา เรื่อง กําหนดระยะเวลาการปฏิบัต</w:t>
      </w:r>
      <w:r w:rsidR="000141AF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ิ</w:t>
      </w:r>
      <w:r w:rsidR="00C81DB8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ราชการเพื่อบริการประชาชน พ</w:t>
      </w:r>
      <w:r w:rsidR="00C81DB8" w:rsidRPr="00152A29">
        <w:rPr>
          <w:rFonts w:ascii="TH SarabunPSK" w:hAnsi="TH SarabunPSK" w:cs="TH SarabunPSK"/>
          <w:noProof/>
          <w:sz w:val="32"/>
          <w:szCs w:val="32"/>
        </w:rPr>
        <w:t>.</w:t>
      </w:r>
      <w:r w:rsidR="00C81DB8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C81DB8" w:rsidRPr="00152A29">
        <w:rPr>
          <w:rFonts w:ascii="TH SarabunPSK" w:hAnsi="TH SarabunPSK" w:cs="TH SarabunPSK"/>
          <w:noProof/>
          <w:sz w:val="32"/>
          <w:szCs w:val="32"/>
        </w:rPr>
        <w:t xml:space="preserve">. 2557 </w:t>
      </w:r>
      <w:r w:rsidR="00C81DB8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ลงวันที่ </w:t>
      </w:r>
      <w:r w:rsidR="00C81DB8" w:rsidRPr="00152A29">
        <w:rPr>
          <w:rFonts w:ascii="TH SarabunPSK" w:hAnsi="TH SarabunPSK" w:cs="TH SarabunPSK"/>
          <w:noProof/>
          <w:sz w:val="32"/>
          <w:szCs w:val="32"/>
        </w:rPr>
        <w:t xml:space="preserve">23 </w:t>
      </w:r>
      <w:r w:rsidR="00C81DB8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พฤษภาคม พ</w:t>
      </w:r>
      <w:r w:rsidR="00C81DB8" w:rsidRPr="00152A29">
        <w:rPr>
          <w:rFonts w:ascii="TH SarabunPSK" w:hAnsi="TH SarabunPSK" w:cs="TH SarabunPSK"/>
          <w:noProof/>
          <w:sz w:val="32"/>
          <w:szCs w:val="32"/>
        </w:rPr>
        <w:t>.</w:t>
      </w:r>
      <w:r w:rsidR="00C81DB8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="00C81DB8" w:rsidRPr="00152A29">
        <w:rPr>
          <w:rFonts w:ascii="TH SarabunPSK" w:hAnsi="TH SarabunPSK" w:cs="TH SarabunPSK"/>
          <w:noProof/>
          <w:sz w:val="32"/>
          <w:szCs w:val="32"/>
        </w:rPr>
        <w:t>. 2557</w:t>
      </w:r>
      <w:r w:rsidR="00C77AEA"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281BB0F9" w14:textId="77777777" w:rsidR="003F4A0D" w:rsidRPr="00152A29" w:rsidRDefault="00C77AEA" w:rsidP="003F4A0D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ระยะเวลาที่กำหนดตามกฎหมาย</w:t>
      </w:r>
      <w:r w:rsidR="008B3521"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/ ข้อกำหนด ฯลฯ</w:t>
      </w:r>
      <w:r w:rsidR="00C81DB8" w:rsidRPr="00152A29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152A29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C81DB8" w:rsidRPr="00152A29">
        <w:rPr>
          <w:rFonts w:ascii="TH SarabunPSK" w:hAnsi="TH SarabunPSK" w:cs="TH SarabunPSK"/>
          <w:noProof/>
          <w:sz w:val="32"/>
          <w:szCs w:val="32"/>
        </w:rPr>
        <w:t>3</w:t>
      </w:r>
      <w:r w:rsidR="00C81DB8" w:rsidRPr="00152A29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C81DB8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ชั่วโมง</w:t>
      </w:r>
      <w:r w:rsidRPr="00152A29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14:paraId="49611400" w14:textId="77777777" w:rsidR="00075E4A" w:rsidRPr="00152A29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ข้อมูลสถิติ</w:t>
      </w:r>
    </w:p>
    <w:p w14:paraId="2C493225" w14:textId="77777777" w:rsidR="00075E4A" w:rsidRPr="00152A29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จำนวนเฉลี่ยต่อเดือน</w:t>
      </w:r>
      <w:r w:rsidR="00C81DB8"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152A29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1</w:t>
      </w:r>
      <w:r w:rsidR="00C81DB8"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0F158FBC" w14:textId="77777777" w:rsidR="00075E4A" w:rsidRPr="00152A29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จำนวนคำขอที่มากที่สุด </w:t>
      </w:r>
      <w:r w:rsidR="00152A29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1</w:t>
      </w:r>
      <w:r w:rsidR="00C81DB8"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4937CE0D" w14:textId="77777777" w:rsidR="00075E4A" w:rsidRPr="00152A29" w:rsidRDefault="00075E4A" w:rsidP="00075E4A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จำนวนคำขอที่น้อยที่สุด </w:t>
      </w:r>
      <w:r w:rsidR="00152A29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0</w:t>
      </w:r>
      <w:r w:rsidR="00C81DB8"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7CE8AFBF" w14:textId="77777777" w:rsidR="00760D0B" w:rsidRPr="00152A29" w:rsidRDefault="00760D0B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ชื่ออ้างอิงของคู่มือประชาชน </w:t>
      </w:r>
      <w:r w:rsidR="00094F82" w:rsidRPr="00152A29">
        <w:rPr>
          <w:rFonts w:ascii="TH SarabunPSK" w:hAnsi="TH SarabunPSK" w:cs="TH SarabunPSK"/>
          <w:noProof/>
          <w:sz w:val="32"/>
          <w:szCs w:val="32"/>
        </w:rPr>
        <w:t>[</w:t>
      </w:r>
      <w:r w:rsidR="00094F82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สำเนาคู่มือประชาชน</w:t>
      </w:r>
      <w:r w:rsidR="00094F82" w:rsidRPr="00152A29">
        <w:rPr>
          <w:rFonts w:ascii="TH SarabunPSK" w:hAnsi="TH SarabunPSK" w:cs="TH SarabunPSK"/>
          <w:noProof/>
          <w:sz w:val="32"/>
          <w:szCs w:val="32"/>
        </w:rPr>
        <w:t xml:space="preserve">]  </w:t>
      </w:r>
      <w:r w:rsidR="00094F82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การขอใบแทนใบรับแจ้งข้อเท็จจริงเกี่ยวกับวัตถุอันตรายชนิดที่ </w:t>
      </w:r>
      <w:r w:rsidR="00094F82" w:rsidRPr="00152A29">
        <w:rPr>
          <w:rFonts w:ascii="TH SarabunPSK" w:hAnsi="TH SarabunPSK" w:cs="TH SarabunPSK"/>
          <w:noProof/>
          <w:sz w:val="32"/>
          <w:szCs w:val="32"/>
        </w:rPr>
        <w:t xml:space="preserve">1  </w:t>
      </w:r>
    </w:p>
    <w:p w14:paraId="05AB293A" w14:textId="77777777" w:rsidR="00C77AEA" w:rsidRPr="00152A29" w:rsidRDefault="00C77AEA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ช่องทางการให้บริการ</w:t>
      </w: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12594CD9" w14:textId="77777777" w:rsidR="00166375" w:rsidRPr="00166375" w:rsidRDefault="00166375" w:rsidP="00166375">
      <w:pPr>
        <w:spacing w:after="0" w:line="240" w:lineRule="auto"/>
        <w:ind w:firstLine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66375">
        <w:rPr>
          <w:rFonts w:ascii="TH SarabunPSK" w:hAnsi="TH SarabunPSK" w:cs="TH SarabunPSK"/>
          <w:sz w:val="32"/>
          <w:szCs w:val="32"/>
          <w:cs/>
          <w:lang w:bidi="th-TH"/>
        </w:rPr>
        <w:t xml:space="preserve">ติดต่อด้วยตนเอง ณ </w:t>
      </w:r>
      <w:r w:rsidRPr="00166375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งานบริการอนุญาตผลิตภัณฑ์และบริการสุขภาพ กลุ่มงานคุ้มครองผู้บริโภค ฯ </w:t>
      </w:r>
      <w:r w:rsidRPr="00166375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166375">
        <w:rPr>
          <w:rFonts w:ascii="TH SarabunPSK" w:hAnsi="TH SarabunPSK" w:cs="TH SarabunPSK" w:hint="cs"/>
          <w:sz w:val="32"/>
          <w:szCs w:val="32"/>
          <w:cs/>
          <w:lang w:bidi="th-TH"/>
        </w:rPr>
        <w:t>สำนักงานสาธารณสุขจังหวัดมหาสารคาม โทรศัพท์ 043-7779</w:t>
      </w:r>
      <w:r w:rsidRPr="00166375">
        <w:rPr>
          <w:rFonts w:ascii="TH SarabunPSK" w:hAnsi="TH SarabunPSK" w:cs="TH SarabunPSK"/>
          <w:sz w:val="32"/>
          <w:szCs w:val="32"/>
          <w:lang w:bidi="th-TH"/>
        </w:rPr>
        <w:t>1</w:t>
      </w:r>
      <w:r w:rsidRPr="00166375">
        <w:rPr>
          <w:rFonts w:ascii="TH SarabunPSK" w:hAnsi="TH SarabunPSK" w:cs="TH SarabunPSK" w:hint="cs"/>
          <w:sz w:val="32"/>
          <w:szCs w:val="32"/>
          <w:cs/>
          <w:lang w:bidi="th-TH"/>
        </w:rPr>
        <w:t>-</w:t>
      </w:r>
      <w:r w:rsidRPr="00166375">
        <w:rPr>
          <w:rFonts w:ascii="TH SarabunPSK" w:hAnsi="TH SarabunPSK" w:cs="TH SarabunPSK"/>
          <w:sz w:val="32"/>
          <w:szCs w:val="32"/>
          <w:lang w:bidi="th-TH"/>
        </w:rPr>
        <w:t>2</w:t>
      </w:r>
      <w:r w:rsidRPr="00166375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ต่อ 130 หรือ </w:t>
      </w:r>
      <w:r w:rsidRPr="00166375">
        <w:rPr>
          <w:rFonts w:ascii="TH SarabunPSK" w:hAnsi="TH SarabunPSK" w:cs="TH SarabunPSK"/>
          <w:sz w:val="32"/>
          <w:szCs w:val="32"/>
          <w:lang w:bidi="th-TH"/>
        </w:rPr>
        <w:t>043-777979</w:t>
      </w:r>
      <w:r w:rsidRPr="00166375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โทรสาร 0-43777970</w:t>
      </w:r>
      <w:r w:rsidRPr="00166375"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14:paraId="06E5CBD8" w14:textId="77777777" w:rsidR="00152A29" w:rsidRPr="00152A29" w:rsidRDefault="00152A29" w:rsidP="00152A29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วันที่ให้บริการ</w:t>
      </w: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 xml:space="preserve">          เปิดให้บริการทุกวัน(ยกเว้นวันที่ราชการกำหนดให้เป็นวันหยุด)</w:t>
      </w:r>
    </w:p>
    <w:p w14:paraId="38C9DAFC" w14:textId="77777777" w:rsidR="00152A29" w:rsidRPr="00152A29" w:rsidRDefault="00152A29" w:rsidP="00152A29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เวลาที่ให้บริการ</w:t>
      </w: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152A29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152A29">
        <w:rPr>
          <w:rFonts w:ascii="TH SarabunPSK" w:hAnsi="TH SarabunPSK" w:cs="TH SarabunPSK"/>
          <w:sz w:val="32"/>
          <w:szCs w:val="32"/>
          <w:cs/>
          <w:lang w:bidi="th-TH"/>
        </w:rPr>
        <w:t>เวลาเปิดรับคำขอ</w:t>
      </w:r>
      <w:r w:rsidRPr="00152A29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52A29">
        <w:rPr>
          <w:rFonts w:ascii="TH SarabunPSK" w:hAnsi="TH SarabunPSK" w:cs="TH SarabunPSK"/>
          <w:sz w:val="32"/>
          <w:szCs w:val="32"/>
          <w:cs/>
          <w:lang w:bidi="th-TH"/>
        </w:rPr>
        <w:tab/>
        <w:t>08.30</w:t>
      </w:r>
      <w:r w:rsidRPr="00152A29">
        <w:rPr>
          <w:rFonts w:ascii="TH SarabunPSK" w:hAnsi="TH SarabunPSK" w:cs="TH SarabunPSK"/>
          <w:sz w:val="32"/>
          <w:szCs w:val="32"/>
          <w:lang w:bidi="th-TH"/>
        </w:rPr>
        <w:tab/>
      </w:r>
      <w:r w:rsidRPr="00152A29">
        <w:rPr>
          <w:rFonts w:ascii="TH SarabunPSK" w:hAnsi="TH SarabunPSK" w:cs="TH SarabunPSK"/>
          <w:sz w:val="32"/>
          <w:szCs w:val="32"/>
          <w:lang w:bidi="th-TH"/>
        </w:rPr>
        <w:tab/>
      </w:r>
    </w:p>
    <w:p w14:paraId="32E2D442" w14:textId="77777777" w:rsidR="00152A29" w:rsidRPr="00152A29" w:rsidRDefault="00152A29" w:rsidP="00152A29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152A29">
        <w:rPr>
          <w:rFonts w:ascii="TH SarabunPSK" w:hAnsi="TH SarabunPSK" w:cs="TH SarabunPSK"/>
          <w:sz w:val="32"/>
          <w:szCs w:val="32"/>
          <w:lang w:bidi="th-TH"/>
        </w:rPr>
        <w:tab/>
      </w:r>
      <w:r w:rsidRPr="00152A29">
        <w:rPr>
          <w:rFonts w:ascii="TH SarabunPSK" w:hAnsi="TH SarabunPSK" w:cs="TH SarabunPSK"/>
          <w:sz w:val="32"/>
          <w:szCs w:val="32"/>
          <w:lang w:bidi="th-TH"/>
        </w:rPr>
        <w:tab/>
      </w:r>
      <w:r w:rsidRPr="00152A29">
        <w:rPr>
          <w:rFonts w:ascii="TH SarabunPSK" w:hAnsi="TH SarabunPSK" w:cs="TH SarabunPSK"/>
          <w:sz w:val="32"/>
          <w:szCs w:val="32"/>
          <w:lang w:bidi="th-TH"/>
        </w:rPr>
        <w:tab/>
      </w:r>
      <w:r w:rsidRPr="00152A29">
        <w:rPr>
          <w:rFonts w:ascii="TH SarabunPSK" w:hAnsi="TH SarabunPSK" w:cs="TH SarabunPSK"/>
          <w:sz w:val="32"/>
          <w:szCs w:val="32"/>
          <w:cs/>
          <w:lang w:bidi="th-TH"/>
        </w:rPr>
        <w:t>เวลาปิดรับคำขอ</w:t>
      </w:r>
      <w:r w:rsidRPr="00152A29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52A29">
        <w:rPr>
          <w:rFonts w:ascii="TH SarabunPSK" w:hAnsi="TH SarabunPSK" w:cs="TH SarabunPSK"/>
          <w:sz w:val="32"/>
          <w:szCs w:val="32"/>
          <w:cs/>
          <w:lang w:bidi="th-TH"/>
        </w:rPr>
        <w:tab/>
        <w:t>16.30</w:t>
      </w:r>
    </w:p>
    <w:p w14:paraId="42F5B23B" w14:textId="77777777" w:rsidR="00152A29" w:rsidRPr="00152A29" w:rsidRDefault="00152A29" w:rsidP="00152A29">
      <w:pPr>
        <w:pStyle w:val="a5"/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sz w:val="32"/>
          <w:szCs w:val="32"/>
          <w:lang w:bidi="th-TH"/>
        </w:rPr>
        <w:tab/>
      </w:r>
      <w:r w:rsidRPr="00152A29">
        <w:rPr>
          <w:rFonts w:ascii="TH SarabunPSK" w:hAnsi="TH SarabunPSK" w:cs="TH SarabunPSK"/>
          <w:sz w:val="32"/>
          <w:szCs w:val="32"/>
          <w:lang w:bidi="th-TH"/>
        </w:rPr>
        <w:tab/>
      </w:r>
      <w:r w:rsidRPr="00152A29">
        <w:rPr>
          <w:rFonts w:ascii="TH SarabunPSK" w:hAnsi="TH SarabunPSK" w:cs="TH SarabunPSK"/>
          <w:sz w:val="32"/>
          <w:szCs w:val="32"/>
          <w:lang w:bidi="th-TH"/>
        </w:rPr>
        <w:tab/>
      </w:r>
      <w:r w:rsidRPr="00152A29">
        <w:rPr>
          <w:rFonts w:ascii="TH SarabunPSK" w:hAnsi="TH SarabunPSK" w:cs="TH SarabunPSK"/>
          <w:sz w:val="32"/>
          <w:szCs w:val="32"/>
          <w:cs/>
          <w:lang w:bidi="th-TH"/>
        </w:rPr>
        <w:t>เวลาพัก</w:t>
      </w:r>
      <w:r w:rsidRPr="00152A29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52A29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52A29">
        <w:rPr>
          <w:rFonts w:ascii="TH SarabunPSK" w:hAnsi="TH SarabunPSK" w:cs="TH SarabunPSK"/>
          <w:sz w:val="32"/>
          <w:szCs w:val="32"/>
          <w:cs/>
          <w:lang w:bidi="th-TH"/>
        </w:rPr>
        <w:tab/>
        <w:t>12.00</w:t>
      </w:r>
      <w:r w:rsidRPr="00152A29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ถึง</w:t>
      </w:r>
      <w:r w:rsidRPr="00152A29">
        <w:rPr>
          <w:rFonts w:ascii="TH SarabunPSK" w:hAnsi="TH SarabunPSK" w:cs="TH SarabunPSK"/>
          <w:sz w:val="32"/>
          <w:szCs w:val="32"/>
          <w:cs/>
          <w:lang w:bidi="th-TH"/>
        </w:rPr>
        <w:t>13.00</w:t>
      </w:r>
    </w:p>
    <w:p w14:paraId="66C35B7F" w14:textId="77777777" w:rsidR="008E2900" w:rsidRPr="00152A29" w:rsidRDefault="008E2900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6F99FDB6" w14:textId="77777777" w:rsidR="00152A29" w:rsidRPr="00152A29" w:rsidRDefault="00152A29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01A72283" w14:textId="77777777" w:rsidR="00152A29" w:rsidRDefault="00152A29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03E3A494" w14:textId="77777777" w:rsidR="00166375" w:rsidRDefault="00166375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4F2D82F4" w14:textId="77777777" w:rsidR="00152A29" w:rsidRDefault="00152A29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005B107" w14:textId="77777777" w:rsidR="00152A29" w:rsidRDefault="00152A29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156520BA" w14:textId="77777777" w:rsidR="00152A29" w:rsidRPr="00152A29" w:rsidRDefault="00152A29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63A54879" w14:textId="77777777" w:rsidR="00152A29" w:rsidRPr="00152A29" w:rsidRDefault="00152A29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6DA400B" w14:textId="77777777" w:rsidR="0018441F" w:rsidRPr="00152A29" w:rsidRDefault="00575FAF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หลักเกณฑ์ วิธีการ เงื่อนไข(ถ้ามี) ในการยื่นคำขอ และในการพิจารณาอนุญาต</w:t>
      </w:r>
    </w:p>
    <w:p w14:paraId="0DD7CA07" w14:textId="77777777" w:rsidR="000141AF" w:rsidRPr="00152A29" w:rsidRDefault="00F84F3A" w:rsidP="000141AF">
      <w:pPr>
        <w:tabs>
          <w:tab w:val="left" w:pos="426"/>
          <w:tab w:val="left" w:pos="1276"/>
        </w:tabs>
        <w:spacing w:before="120" w:after="0" w:line="240" w:lineRule="auto"/>
        <w:ind w:left="425" w:hanging="425"/>
        <w:rPr>
          <w:rFonts w:ascii="TH SarabunPSK" w:hAnsi="TH SarabunPSK" w:cs="TH SarabunPSK"/>
          <w:i/>
          <w:iCs/>
          <w:noProof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  <w:r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575FAF" w:rsidRPr="00152A29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ผู้รับบริการ วิธีการ และเงื่อนไขในการยื่นคำขอ</w:t>
      </w:r>
    </w:p>
    <w:p w14:paraId="2A6E34D4" w14:textId="77777777" w:rsidR="000141AF" w:rsidRPr="00152A29" w:rsidRDefault="00F84F3A" w:rsidP="000141AF">
      <w:pPr>
        <w:tabs>
          <w:tab w:val="left" w:pos="426"/>
          <w:tab w:val="left" w:pos="1276"/>
        </w:tabs>
        <w:spacing w:before="120" w:after="0" w:line="240" w:lineRule="auto"/>
        <w:ind w:left="425" w:firstLine="284"/>
        <w:rPr>
          <w:rFonts w:ascii="TH SarabunPSK" w:hAnsi="TH SarabunPSK" w:cs="TH SarabunPSK"/>
          <w:noProof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noProof/>
          <w:sz w:val="32"/>
          <w:szCs w:val="32"/>
          <w:lang w:bidi="th-TH"/>
        </w:rPr>
        <w:t xml:space="preserve"> </w:t>
      </w:r>
      <w:r w:rsidRPr="00152A29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Pr="00152A29">
        <w:rPr>
          <w:rFonts w:ascii="TH SarabunPSK" w:hAnsi="TH SarabunPSK" w:cs="TH SarabunPSK"/>
          <w:noProof/>
          <w:sz w:val="32"/>
          <w:szCs w:val="32"/>
          <w:lang w:bidi="th-TH"/>
        </w:rPr>
        <w:tab/>
      </w:r>
      <w:r w:rsidR="00575FAF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กรณีใบแจ้งข้อเท็จจริงเกี่ยวกับวัตถุอันตรายชนิดที่ </w:t>
      </w:r>
      <w:r w:rsidR="00575FAF" w:rsidRPr="00152A29">
        <w:rPr>
          <w:rFonts w:ascii="TH SarabunPSK" w:hAnsi="TH SarabunPSK" w:cs="TH SarabunPSK"/>
          <w:noProof/>
          <w:sz w:val="32"/>
          <w:szCs w:val="32"/>
        </w:rPr>
        <w:t xml:space="preserve">1 </w:t>
      </w:r>
      <w:r w:rsidR="00575FAF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ที่สำนักงานคณะกรรมการอาหารและยารับผิดชอบ </w:t>
      </w:r>
      <w:r w:rsidR="00575FAF" w:rsidRPr="00152A29">
        <w:rPr>
          <w:rFonts w:ascii="TH SarabunPSK" w:hAnsi="TH SarabunPSK" w:cs="TH SarabunPSK"/>
          <w:noProof/>
          <w:sz w:val="32"/>
          <w:szCs w:val="32"/>
        </w:rPr>
        <w:t>(</w:t>
      </w:r>
      <w:r w:rsidR="00575FAF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วอ</w:t>
      </w:r>
      <w:r w:rsidR="00575FAF" w:rsidRPr="00152A29">
        <w:rPr>
          <w:rFonts w:ascii="TH SarabunPSK" w:hAnsi="TH SarabunPSK" w:cs="TH SarabunPSK"/>
          <w:noProof/>
          <w:sz w:val="32"/>
          <w:szCs w:val="32"/>
        </w:rPr>
        <w:t>./</w:t>
      </w:r>
      <w:r w:rsidR="00575FAF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สธ </w:t>
      </w:r>
      <w:r w:rsidR="00575FAF" w:rsidRPr="00152A29">
        <w:rPr>
          <w:rFonts w:ascii="TH SarabunPSK" w:hAnsi="TH SarabunPSK" w:cs="TH SarabunPSK"/>
          <w:noProof/>
          <w:sz w:val="32"/>
          <w:szCs w:val="32"/>
        </w:rPr>
        <w:t xml:space="preserve">5) </w:t>
      </w:r>
      <w:r w:rsidR="00575FAF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เกิดเหตุสูญหาย ลบเลือน หรือชำรุด ผู้แจ้งฯสามารถยื่นหนังสือแจ้งความประสงค์ขอรับใบแทนใบแจ้งข้อเท็จจริงเกี่ยวกับวัตถุอันตรายชนิดที่ </w:t>
      </w:r>
      <w:r w:rsidR="00575FAF" w:rsidRPr="00152A29">
        <w:rPr>
          <w:rFonts w:ascii="TH SarabunPSK" w:hAnsi="TH SarabunPSK" w:cs="TH SarabunPSK"/>
          <w:noProof/>
          <w:sz w:val="32"/>
          <w:szCs w:val="32"/>
        </w:rPr>
        <w:t xml:space="preserve">1 </w:t>
      </w:r>
      <w:r w:rsidR="00575FAF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ต่อพนักงานเจ้าหน้าที่ผู้รับแจ้งฯ พร้อมแนบเอกสารหลักฐานประกอบการพิจารณ</w:t>
      </w:r>
    </w:p>
    <w:p w14:paraId="60ED6B07" w14:textId="77777777" w:rsidR="000141AF" w:rsidRPr="00152A29" w:rsidRDefault="00575FAF" w:rsidP="000141AF">
      <w:pPr>
        <w:tabs>
          <w:tab w:val="left" w:pos="426"/>
          <w:tab w:val="left" w:pos="1276"/>
        </w:tabs>
        <w:spacing w:before="120" w:after="0" w:line="240" w:lineRule="auto"/>
        <w:ind w:left="425"/>
        <w:rPr>
          <w:rFonts w:ascii="TH SarabunPSK" w:hAnsi="TH SarabunPSK" w:cs="TH SarabunPSK"/>
          <w:i/>
          <w:iCs/>
          <w:noProof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i/>
          <w:iCs/>
          <w:noProof/>
          <w:sz w:val="32"/>
          <w:szCs w:val="32"/>
          <w:u w:val="single"/>
          <w:cs/>
          <w:lang w:bidi="th-TH"/>
        </w:rPr>
        <w:t>กฎระเบียบหลักเกณฑ์ในการรับคำขอและการพิจารณาอนุญาต</w:t>
      </w:r>
    </w:p>
    <w:p w14:paraId="0F2FC65C" w14:textId="77777777" w:rsidR="000141AF" w:rsidRPr="00152A29" w:rsidRDefault="00575FAF" w:rsidP="00152A29">
      <w:pPr>
        <w:tabs>
          <w:tab w:val="left" w:pos="426"/>
          <w:tab w:val="left" w:pos="1276"/>
        </w:tabs>
        <w:spacing w:before="120" w:after="0" w:line="240" w:lineRule="auto"/>
        <w:ind w:left="425" w:firstLine="993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ประกาศกระทรวงสาธารณสุข เรื่อง แต่งตั้งพนักงานเจ้าหน้าที่เพื่อการปฏิบัติตามพระราชบัญญัติวัตถุอันตราย พ</w:t>
      </w:r>
      <w:r w:rsidRPr="00152A29">
        <w:rPr>
          <w:rFonts w:ascii="TH SarabunPSK" w:hAnsi="TH SarabunPSK" w:cs="TH SarabunPSK"/>
          <w:noProof/>
          <w:sz w:val="32"/>
          <w:szCs w:val="32"/>
        </w:rPr>
        <w:t>.</w:t>
      </w:r>
      <w:r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152A29">
        <w:rPr>
          <w:rFonts w:ascii="TH SarabunPSK" w:hAnsi="TH SarabunPSK" w:cs="TH SarabunPSK"/>
          <w:noProof/>
          <w:sz w:val="32"/>
          <w:szCs w:val="32"/>
        </w:rPr>
        <w:t xml:space="preserve">. 2535 </w:t>
      </w:r>
      <w:r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ที่กระทรวงสาธารณสุขรับผิดชอบ พ</w:t>
      </w:r>
      <w:r w:rsidRPr="00152A29">
        <w:rPr>
          <w:rFonts w:ascii="TH SarabunPSK" w:hAnsi="TH SarabunPSK" w:cs="TH SarabunPSK"/>
          <w:noProof/>
          <w:sz w:val="32"/>
          <w:szCs w:val="32"/>
        </w:rPr>
        <w:t>.</w:t>
      </w:r>
      <w:r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ศ</w:t>
      </w:r>
      <w:r w:rsidRPr="00152A29">
        <w:rPr>
          <w:rFonts w:ascii="TH SarabunPSK" w:hAnsi="TH SarabunPSK" w:cs="TH SarabunPSK"/>
          <w:noProof/>
          <w:sz w:val="32"/>
          <w:szCs w:val="32"/>
        </w:rPr>
        <w:t>. 2554 (</w:t>
      </w:r>
      <w:hyperlink r:id="rId8" w:history="1">
        <w:r w:rsidRPr="00152A29">
          <w:rPr>
            <w:rStyle w:val="ad"/>
            <w:rFonts w:ascii="TH SarabunPSK" w:hAnsi="TH SarabunPSK" w:cs="TH SarabunPSK"/>
            <w:noProof/>
            <w:color w:val="auto"/>
            <w:sz w:val="32"/>
            <w:szCs w:val="32"/>
          </w:rPr>
          <w:t>http://www.fda.moph.go.th/psiond/download/provincial/officer54.pdf</w:t>
        </w:r>
      </w:hyperlink>
      <w:r w:rsidR="00152A29" w:rsidRPr="00152A29">
        <w:rPr>
          <w:rFonts w:ascii="TH SarabunPSK" w:hAnsi="TH SarabunPSK" w:cs="TH SarabunPSK"/>
          <w:noProof/>
          <w:sz w:val="32"/>
          <w:szCs w:val="32"/>
        </w:rPr>
        <w:t>)</w:t>
      </w:r>
    </w:p>
    <w:p w14:paraId="36D97098" w14:textId="77777777" w:rsidR="000141AF" w:rsidRPr="00152A29" w:rsidRDefault="000141AF" w:rsidP="00F84F3A">
      <w:pPr>
        <w:tabs>
          <w:tab w:val="left" w:pos="426"/>
          <w:tab w:val="left" w:pos="1276"/>
        </w:tabs>
        <w:spacing w:after="0" w:line="240" w:lineRule="auto"/>
        <w:ind w:left="426" w:hanging="426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4EC14166" w14:textId="77777777" w:rsidR="0065175D" w:rsidRPr="00152A29" w:rsidRDefault="0065175D" w:rsidP="0065175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ขั้นตอน ระยะเวลา และส่วนงานที่รับผิดชอบ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143"/>
        <w:gridCol w:w="2710"/>
        <w:gridCol w:w="1406"/>
        <w:gridCol w:w="1571"/>
        <w:gridCol w:w="1916"/>
      </w:tblGrid>
      <w:tr w:rsidR="00152A29" w:rsidRPr="00152A29" w14:paraId="2D62CB1D" w14:textId="77777777" w:rsidTr="00F84F3A">
        <w:trPr>
          <w:tblHeader/>
        </w:trPr>
        <w:tc>
          <w:tcPr>
            <w:tcW w:w="675" w:type="dxa"/>
          </w:tcPr>
          <w:p w14:paraId="66F6B926" w14:textId="77777777" w:rsidR="00313D38" w:rsidRPr="00152A29" w:rsidRDefault="00313D38" w:rsidP="00F84F3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43" w:type="dxa"/>
          </w:tcPr>
          <w:p w14:paraId="2229D181" w14:textId="77777777" w:rsidR="00313D38" w:rsidRPr="00152A29" w:rsidRDefault="00313D38" w:rsidP="00F84F3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ประเภทขั้นตอน</w:t>
            </w:r>
          </w:p>
        </w:tc>
        <w:tc>
          <w:tcPr>
            <w:tcW w:w="2710" w:type="dxa"/>
          </w:tcPr>
          <w:p w14:paraId="39570E84" w14:textId="77777777" w:rsidR="00F84F3A" w:rsidRPr="00152A29" w:rsidRDefault="00313D38" w:rsidP="00F84F3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รายละเอียดของ</w:t>
            </w:r>
          </w:p>
          <w:p w14:paraId="5BD4B0D3" w14:textId="77777777" w:rsidR="00313D38" w:rsidRPr="00152A29" w:rsidRDefault="00313D38" w:rsidP="00F84F3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ขั้นตอนการบริการ</w:t>
            </w:r>
          </w:p>
        </w:tc>
        <w:tc>
          <w:tcPr>
            <w:tcW w:w="1406" w:type="dxa"/>
          </w:tcPr>
          <w:p w14:paraId="09906473" w14:textId="77777777" w:rsidR="00313D38" w:rsidRPr="00152A29" w:rsidRDefault="00313D38" w:rsidP="00F84F3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ระยะเวลาให้บริการ</w:t>
            </w:r>
          </w:p>
        </w:tc>
        <w:tc>
          <w:tcPr>
            <w:tcW w:w="1571" w:type="dxa"/>
          </w:tcPr>
          <w:p w14:paraId="036A426F" w14:textId="77777777" w:rsidR="00313D38" w:rsidRPr="00152A29" w:rsidRDefault="00313D38" w:rsidP="00F84F3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ส่วนงาน / หน่วยงานที่รับผิดชอบ</w:t>
            </w:r>
          </w:p>
        </w:tc>
        <w:tc>
          <w:tcPr>
            <w:tcW w:w="1916" w:type="dxa"/>
          </w:tcPr>
          <w:p w14:paraId="1E8347B6" w14:textId="77777777" w:rsidR="00313D38" w:rsidRPr="00152A29" w:rsidRDefault="00313D38" w:rsidP="00F84F3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152A29" w:rsidRPr="00152A29" w14:paraId="4BF6EED4" w14:textId="77777777" w:rsidTr="00F84F3A">
        <w:tc>
          <w:tcPr>
            <w:tcW w:w="675" w:type="dxa"/>
          </w:tcPr>
          <w:p w14:paraId="4216E1A4" w14:textId="77777777" w:rsidR="00313D38" w:rsidRPr="00152A29" w:rsidRDefault="00313D38" w:rsidP="00F84F3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152A2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02DB1CB6" w14:textId="77777777" w:rsidR="00313D38" w:rsidRPr="00152A29" w:rsidRDefault="009B68CC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14:paraId="2AE91436" w14:textId="77777777" w:rsidR="00313D38" w:rsidRPr="00152A29" w:rsidRDefault="00313D38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4AB927E5" w14:textId="77777777" w:rsidR="00313D38" w:rsidRPr="00152A29" w:rsidRDefault="00313D38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(1)  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รับคำขอ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(2)  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ตรวจสอบความครบถ้วนของคำขอและเอกสารประกอบ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(3)  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คืนสำเนาให้ผู้ยื่นคำขอ</w:t>
            </w:r>
          </w:p>
        </w:tc>
        <w:tc>
          <w:tcPr>
            <w:tcW w:w="1406" w:type="dxa"/>
          </w:tcPr>
          <w:p w14:paraId="3C3C6996" w14:textId="77777777" w:rsidR="00313D38" w:rsidRPr="00152A29" w:rsidRDefault="00313D38" w:rsidP="00F84F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20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นาที</w:t>
            </w:r>
          </w:p>
        </w:tc>
        <w:tc>
          <w:tcPr>
            <w:tcW w:w="1571" w:type="dxa"/>
          </w:tcPr>
          <w:p w14:paraId="74AB80D2" w14:textId="77777777" w:rsidR="00313D38" w:rsidRPr="00152A29" w:rsidRDefault="00152A29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7279F69E" w14:textId="77777777" w:rsidR="00313D38" w:rsidRPr="00152A29" w:rsidRDefault="00313D38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152A29" w:rsidRPr="00152A29" w14:paraId="1473FAD6" w14:textId="77777777" w:rsidTr="00F84F3A">
        <w:tc>
          <w:tcPr>
            <w:tcW w:w="675" w:type="dxa"/>
          </w:tcPr>
          <w:p w14:paraId="5B35165A" w14:textId="77777777" w:rsidR="00313D38" w:rsidRPr="00152A29" w:rsidRDefault="00313D38" w:rsidP="00F84F3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811134" w:rsidRPr="00152A2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1EA764A5" w14:textId="77777777" w:rsidR="00313D38" w:rsidRPr="00152A29" w:rsidRDefault="009B68CC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การพิจารณา</w:t>
            </w:r>
          </w:p>
          <w:p w14:paraId="16CCE1A4" w14:textId="77777777" w:rsidR="00313D38" w:rsidRPr="00152A29" w:rsidRDefault="00313D38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4CF8FFEF" w14:textId="77777777" w:rsidR="00313D38" w:rsidRPr="00152A29" w:rsidRDefault="00313D38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(1)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พิจารณาคำขอและประเมินเอกสาร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(2)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สรุปผลการประเมินและออกใบแทน</w:t>
            </w:r>
          </w:p>
        </w:tc>
        <w:tc>
          <w:tcPr>
            <w:tcW w:w="1406" w:type="dxa"/>
          </w:tcPr>
          <w:p w14:paraId="077F45E0" w14:textId="77777777" w:rsidR="00313D38" w:rsidRPr="00152A29" w:rsidRDefault="00313D38" w:rsidP="00F84F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130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นาที</w:t>
            </w:r>
          </w:p>
        </w:tc>
        <w:tc>
          <w:tcPr>
            <w:tcW w:w="1571" w:type="dxa"/>
          </w:tcPr>
          <w:p w14:paraId="38A851E1" w14:textId="77777777" w:rsidR="00313D38" w:rsidRPr="00152A29" w:rsidRDefault="00152A29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2C5A04B9" w14:textId="77777777" w:rsidR="00313D38" w:rsidRPr="00152A29" w:rsidRDefault="00313D38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152A29" w:rsidRPr="00152A29" w14:paraId="7C85B40A" w14:textId="77777777" w:rsidTr="00F84F3A">
        <w:tc>
          <w:tcPr>
            <w:tcW w:w="675" w:type="dxa"/>
          </w:tcPr>
          <w:p w14:paraId="406A9E1D" w14:textId="77777777" w:rsidR="00313D38" w:rsidRPr="00152A29" w:rsidRDefault="00313D38" w:rsidP="00F84F3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="00811134" w:rsidRPr="00152A2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5540851E" w14:textId="77777777" w:rsidR="00313D38" w:rsidRPr="00152A29" w:rsidRDefault="009B68CC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การลงนาม</w:t>
            </w:r>
          </w:p>
          <w:p w14:paraId="273FADC9" w14:textId="77777777" w:rsidR="00313D38" w:rsidRPr="00152A29" w:rsidRDefault="00313D38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50FAC259" w14:textId="77777777" w:rsidR="00313D38" w:rsidRPr="00152A29" w:rsidRDefault="00313D38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ลงนามอนุญาต</w:t>
            </w:r>
          </w:p>
          <w:p w14:paraId="3EFEB15D" w14:textId="77777777" w:rsidR="00313D38" w:rsidRPr="00152A29" w:rsidRDefault="00313D38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6" w:type="dxa"/>
          </w:tcPr>
          <w:p w14:paraId="4BE71F3E" w14:textId="77777777" w:rsidR="00313D38" w:rsidRPr="00152A29" w:rsidRDefault="00313D38" w:rsidP="00F84F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20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นาที</w:t>
            </w:r>
          </w:p>
        </w:tc>
        <w:tc>
          <w:tcPr>
            <w:tcW w:w="1571" w:type="dxa"/>
          </w:tcPr>
          <w:p w14:paraId="7CA65AEC" w14:textId="77777777" w:rsidR="00313D38" w:rsidRPr="00152A29" w:rsidRDefault="00152A29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14FB01EE" w14:textId="77777777" w:rsidR="00313D38" w:rsidRPr="00152A29" w:rsidRDefault="00313D38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152A29" w:rsidRPr="00152A29" w14:paraId="41DAF9F9" w14:textId="77777777" w:rsidTr="00F84F3A">
        <w:tc>
          <w:tcPr>
            <w:tcW w:w="675" w:type="dxa"/>
          </w:tcPr>
          <w:p w14:paraId="3058E6C2" w14:textId="77777777" w:rsidR="00313D38" w:rsidRPr="00152A29" w:rsidRDefault="00313D38" w:rsidP="00F84F3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="00811134" w:rsidRPr="00152A2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43" w:type="dxa"/>
          </w:tcPr>
          <w:p w14:paraId="5D997585" w14:textId="77777777" w:rsidR="00313D38" w:rsidRPr="00152A29" w:rsidRDefault="009B68CC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การแจ้งผลพิจารณา</w:t>
            </w:r>
          </w:p>
          <w:p w14:paraId="633E4F5F" w14:textId="77777777" w:rsidR="00313D38" w:rsidRPr="00152A29" w:rsidRDefault="00313D38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10" w:type="dxa"/>
          </w:tcPr>
          <w:p w14:paraId="6877EA78" w14:textId="77777777" w:rsidR="00313D38" w:rsidRPr="00152A29" w:rsidRDefault="00313D38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แจ้งผลการพิจารณาและส่งมอบใบแทน</w:t>
            </w:r>
          </w:p>
          <w:p w14:paraId="5B6ADA34" w14:textId="77777777" w:rsidR="00313D38" w:rsidRPr="00152A29" w:rsidRDefault="00313D38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6" w:type="dxa"/>
          </w:tcPr>
          <w:p w14:paraId="2D41EA36" w14:textId="77777777" w:rsidR="00313D38" w:rsidRPr="00152A29" w:rsidRDefault="00313D38" w:rsidP="00F84F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10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นาที</w:t>
            </w:r>
          </w:p>
        </w:tc>
        <w:tc>
          <w:tcPr>
            <w:tcW w:w="1571" w:type="dxa"/>
          </w:tcPr>
          <w:p w14:paraId="54C2F3FB" w14:textId="77777777" w:rsidR="00313D38" w:rsidRPr="00152A29" w:rsidRDefault="00152A29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กลุ่มงานคุ้มครองผู้บริโภคและเภสัชสาธารณสุข</w:t>
            </w:r>
          </w:p>
        </w:tc>
        <w:tc>
          <w:tcPr>
            <w:tcW w:w="1916" w:type="dxa"/>
          </w:tcPr>
          <w:p w14:paraId="5616C045" w14:textId="77777777" w:rsidR="00313D38" w:rsidRPr="00152A29" w:rsidRDefault="00313D38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ระยะเวลาไม่รวมเวลาที่รอผู้ยื่นคำขอมารับใบแทน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08B4964F" w14:textId="77777777" w:rsidR="00C26ED0" w:rsidRPr="00152A29" w:rsidRDefault="00C26ED0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ระยะเวลาดำเนินการรวม </w:t>
      </w:r>
      <w:r w:rsidR="00452B6B"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9B68CC" w:rsidRPr="00152A29">
        <w:rPr>
          <w:rFonts w:ascii="TH SarabunPSK" w:hAnsi="TH SarabunPSK" w:cs="TH SarabunPSK"/>
          <w:noProof/>
          <w:sz w:val="32"/>
          <w:szCs w:val="32"/>
        </w:rPr>
        <w:t xml:space="preserve">3 </w:t>
      </w:r>
      <w:r w:rsidR="009B68CC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ชั่วโมง</w:t>
      </w:r>
    </w:p>
    <w:p w14:paraId="12F707CE" w14:textId="77777777" w:rsidR="008E2900" w:rsidRPr="00152A29" w:rsidRDefault="008E2900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9F318AB" w14:textId="77777777" w:rsidR="00152A29" w:rsidRPr="00152A29" w:rsidRDefault="00152A29" w:rsidP="00C26ED0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6E061FC0" w14:textId="77777777" w:rsidR="0085230C" w:rsidRPr="00152A29" w:rsidRDefault="0085230C" w:rsidP="0085230C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งานบริการนี้</w:t>
      </w:r>
      <w:r w:rsidR="00263F10"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ผ่านการดำเนินการลดขั้นตอน และระยะเวลาปฏิบัติราชการมา</w:t>
      </w:r>
      <w:r w:rsidR="00263F10"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แล้ว</w:t>
      </w: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14:paraId="7BFCFB76" w14:textId="77777777" w:rsidR="008D7B9E" w:rsidRPr="00152A29" w:rsidRDefault="000141AF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9B68CC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ผ่านการดำเนินการลดขั้นตอน และระยะเวลาปฏิบัติราชการมาแล้ว </w:t>
      </w:r>
      <w:r w:rsidR="009B68CC" w:rsidRPr="00152A29">
        <w:rPr>
          <w:rFonts w:ascii="TH SarabunPSK" w:hAnsi="TH SarabunPSK" w:cs="TH SarabunPSK"/>
          <w:noProof/>
          <w:sz w:val="32"/>
          <w:szCs w:val="32"/>
        </w:rPr>
        <w:t xml:space="preserve">3 </w:t>
      </w:r>
      <w:r w:rsidR="009B68CC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ชั่วโมง</w:t>
      </w:r>
    </w:p>
    <w:p w14:paraId="3347E1AB" w14:textId="77777777" w:rsidR="008E2900" w:rsidRPr="00152A29" w:rsidRDefault="008E2900" w:rsidP="00C26ED0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7A92413" w14:textId="77777777" w:rsidR="00AA7734" w:rsidRPr="00152A29" w:rsidRDefault="00AA7734" w:rsidP="00AA773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14:paraId="5ED9EDA1" w14:textId="77777777" w:rsidR="0019582A" w:rsidRPr="00152A29" w:rsidRDefault="00452B6B" w:rsidP="00AA7734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lang w:bidi="th-TH"/>
        </w:rPr>
        <w:t>15</w:t>
      </w:r>
      <w:r w:rsidR="00AA7734" w:rsidRPr="00152A29">
        <w:rPr>
          <w:rFonts w:ascii="TH SarabunPSK" w:hAnsi="TH SarabunPSK" w:cs="TH SarabunPSK"/>
          <w:b/>
          <w:bCs/>
          <w:sz w:val="32"/>
          <w:szCs w:val="32"/>
          <w:lang w:bidi="th-TH"/>
        </w:rPr>
        <w:t>.1)</w:t>
      </w:r>
      <w:r w:rsidR="00AA7734"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เอกสารยืนยันตัวตนที่ออกโดยหน่วยงานภาครัฐ</w:t>
      </w:r>
    </w:p>
    <w:tbl>
      <w:tblPr>
        <w:tblStyle w:val="a4"/>
        <w:tblW w:w="10386" w:type="dxa"/>
        <w:jc w:val="center"/>
        <w:tblLayout w:type="fixed"/>
        <w:tblLook w:val="04A0" w:firstRow="1" w:lastRow="0" w:firstColumn="1" w:lastColumn="0" w:noHBand="0" w:noVBand="1"/>
      </w:tblPr>
      <w:tblGrid>
        <w:gridCol w:w="533"/>
        <w:gridCol w:w="2122"/>
        <w:gridCol w:w="1556"/>
        <w:gridCol w:w="1132"/>
        <w:gridCol w:w="1132"/>
        <w:gridCol w:w="1007"/>
        <w:gridCol w:w="2904"/>
      </w:tblGrid>
      <w:tr w:rsidR="00152A29" w:rsidRPr="00152A29" w14:paraId="47859AF4" w14:textId="77777777" w:rsidTr="00C430FB">
        <w:trPr>
          <w:tblHeader/>
          <w:jc w:val="center"/>
        </w:trPr>
        <w:tc>
          <w:tcPr>
            <w:tcW w:w="533" w:type="dxa"/>
          </w:tcPr>
          <w:p w14:paraId="697E1593" w14:textId="77777777" w:rsidR="003C25A4" w:rsidRPr="00152A29" w:rsidRDefault="003C25A4" w:rsidP="00F84F3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22" w:type="dxa"/>
          </w:tcPr>
          <w:p w14:paraId="250E8B4F" w14:textId="77777777" w:rsidR="003C25A4" w:rsidRPr="00152A29" w:rsidRDefault="003C25A4" w:rsidP="00F84F3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รายการเอกสารยืนยันตัวตน</w:t>
            </w:r>
          </w:p>
        </w:tc>
        <w:tc>
          <w:tcPr>
            <w:tcW w:w="1556" w:type="dxa"/>
          </w:tcPr>
          <w:p w14:paraId="3A03268C" w14:textId="77777777" w:rsidR="00F84F3A" w:rsidRPr="00152A29" w:rsidRDefault="00452B6B" w:rsidP="00F84F3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หน่วยงาน</w:t>
            </w:r>
          </w:p>
          <w:p w14:paraId="25EAA253" w14:textId="77777777" w:rsidR="00F84F3A" w:rsidRPr="00152A29" w:rsidRDefault="004E651F" w:rsidP="00F84F3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ภาครัฐ</w:t>
            </w:r>
          </w:p>
          <w:p w14:paraId="35621F59" w14:textId="77777777" w:rsidR="003C25A4" w:rsidRPr="00152A29" w:rsidRDefault="00452B6B" w:rsidP="00F84F3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132" w:type="dxa"/>
          </w:tcPr>
          <w:p w14:paraId="105960F7" w14:textId="77777777" w:rsidR="003C25A4" w:rsidRPr="00152A29" w:rsidRDefault="003C25A4" w:rsidP="00F84F3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132" w:type="dxa"/>
          </w:tcPr>
          <w:p w14:paraId="4FE9B015" w14:textId="77777777" w:rsidR="003C25A4" w:rsidRPr="00152A29" w:rsidRDefault="003C25A4" w:rsidP="00F84F3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007" w:type="dxa"/>
          </w:tcPr>
          <w:p w14:paraId="5314F2FD" w14:textId="77777777" w:rsidR="003C25A4" w:rsidRPr="00152A29" w:rsidRDefault="003C25A4" w:rsidP="00F84F3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904" w:type="dxa"/>
          </w:tcPr>
          <w:p w14:paraId="65BABA2F" w14:textId="77777777" w:rsidR="003C25A4" w:rsidRPr="00152A29" w:rsidRDefault="003C25A4" w:rsidP="00F84F3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152A29" w:rsidRPr="00152A29" w14:paraId="7E867667" w14:textId="77777777" w:rsidTr="00C430FB">
        <w:trPr>
          <w:jc w:val="center"/>
        </w:trPr>
        <w:tc>
          <w:tcPr>
            <w:tcW w:w="533" w:type="dxa"/>
          </w:tcPr>
          <w:p w14:paraId="6B966279" w14:textId="77777777" w:rsidR="00C430FB" w:rsidRPr="00152A29" w:rsidRDefault="00C430FB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152A2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2" w:type="dxa"/>
          </w:tcPr>
          <w:p w14:paraId="034CA203" w14:textId="77777777" w:rsidR="00C430FB" w:rsidRPr="00152A29" w:rsidRDefault="00C430FB" w:rsidP="00F539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หนังสือรับรองนิติบุคคล</w:t>
            </w:r>
          </w:p>
        </w:tc>
        <w:tc>
          <w:tcPr>
            <w:tcW w:w="1556" w:type="dxa"/>
          </w:tcPr>
          <w:p w14:paraId="2DF00FDA" w14:textId="77777777" w:rsidR="00C430FB" w:rsidRPr="00152A29" w:rsidRDefault="00C430FB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กรมพัฒนาธุรกิจการค้า</w:t>
            </w:r>
          </w:p>
        </w:tc>
        <w:tc>
          <w:tcPr>
            <w:tcW w:w="1132" w:type="dxa"/>
          </w:tcPr>
          <w:p w14:paraId="6D9CF1F7" w14:textId="77777777" w:rsidR="00C430FB" w:rsidRPr="00152A29" w:rsidRDefault="00C430FB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2" w:type="dxa"/>
          </w:tcPr>
          <w:p w14:paraId="38FB846C" w14:textId="77777777" w:rsidR="00C430FB" w:rsidRPr="00152A29" w:rsidRDefault="00C430FB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7" w:type="dxa"/>
          </w:tcPr>
          <w:p w14:paraId="2413E818" w14:textId="77777777" w:rsidR="00C430FB" w:rsidRPr="00152A29" w:rsidRDefault="00C430FB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4" w:type="dxa"/>
          </w:tcPr>
          <w:p w14:paraId="2ABBB7C9" w14:textId="77777777" w:rsidR="00C430FB" w:rsidRPr="00152A29" w:rsidRDefault="00C430FB" w:rsidP="000141A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กรณีผู้ยื่นคำขอเป็นนิติบุคคล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ให้ยื่นสำเนาหนังสือรับรองการจดทะเบียนนิติบุคคล พร้อมลงนามรับรองสำเนาเอกสาร) </w:t>
            </w:r>
          </w:p>
        </w:tc>
      </w:tr>
      <w:tr w:rsidR="00152A29" w:rsidRPr="00152A29" w14:paraId="1A30A6C8" w14:textId="77777777" w:rsidTr="00C430FB">
        <w:trPr>
          <w:jc w:val="center"/>
        </w:trPr>
        <w:tc>
          <w:tcPr>
            <w:tcW w:w="533" w:type="dxa"/>
          </w:tcPr>
          <w:p w14:paraId="07794C33" w14:textId="77777777" w:rsidR="00C430FB" w:rsidRPr="00152A29" w:rsidRDefault="00C430FB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152A2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2" w:type="dxa"/>
          </w:tcPr>
          <w:p w14:paraId="536D00E4" w14:textId="77777777" w:rsidR="00C430FB" w:rsidRPr="00152A29" w:rsidRDefault="00C430FB" w:rsidP="00F539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บัตรประจำตัวประชาชน</w:t>
            </w:r>
          </w:p>
        </w:tc>
        <w:tc>
          <w:tcPr>
            <w:tcW w:w="1556" w:type="dxa"/>
          </w:tcPr>
          <w:p w14:paraId="17C805CB" w14:textId="77777777" w:rsidR="00C430FB" w:rsidRPr="00152A29" w:rsidRDefault="00C430FB" w:rsidP="00F53943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132" w:type="dxa"/>
          </w:tcPr>
          <w:p w14:paraId="6F9303DA" w14:textId="77777777" w:rsidR="00C430FB" w:rsidRPr="00152A29" w:rsidRDefault="00C430FB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2" w:type="dxa"/>
          </w:tcPr>
          <w:p w14:paraId="7607AA7E" w14:textId="77777777" w:rsidR="00C430FB" w:rsidRPr="00152A29" w:rsidRDefault="00C430FB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007" w:type="dxa"/>
          </w:tcPr>
          <w:p w14:paraId="1F249DFC" w14:textId="77777777" w:rsidR="00C430FB" w:rsidRPr="00152A29" w:rsidRDefault="00C430FB" w:rsidP="00F53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4" w:type="dxa"/>
          </w:tcPr>
          <w:p w14:paraId="5ACD89E9" w14:textId="77777777" w:rsidR="00C430FB" w:rsidRPr="00152A29" w:rsidRDefault="00C430FB" w:rsidP="000141A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กรณีผู้ยื่นคำขอเป็นบุคคลธรรมดา  ให้ยื่นสำเนาบัตรประจำตัวประชาชน และสำเนาใบทะเบียนพาณิชย์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ถ้ามี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พร้อมลงนามรับรองสำเนาเอกสาร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577B1927" w14:textId="77777777" w:rsidR="00A10CDA" w:rsidRPr="00152A29" w:rsidRDefault="00452B6B" w:rsidP="00A10CDA">
      <w:pPr>
        <w:spacing w:after="0" w:line="240" w:lineRule="auto"/>
        <w:ind w:left="45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lang w:bidi="th-TH"/>
        </w:rPr>
        <w:t>15</w:t>
      </w:r>
      <w:r w:rsidR="00A10CDA" w:rsidRPr="00152A29">
        <w:rPr>
          <w:rFonts w:ascii="TH SarabunPSK" w:hAnsi="TH SarabunPSK" w:cs="TH SarabunPSK"/>
          <w:b/>
          <w:bCs/>
          <w:sz w:val="32"/>
          <w:szCs w:val="32"/>
          <w:lang w:bidi="th-TH"/>
        </w:rPr>
        <w:t>.2)</w:t>
      </w:r>
      <w:r w:rsidR="00A10CDA"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เอกสารอื่น ๆ สำหรับยื่นเพิ่มเติม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559"/>
        <w:gridCol w:w="1134"/>
        <w:gridCol w:w="1134"/>
        <w:gridCol w:w="992"/>
        <w:gridCol w:w="2907"/>
      </w:tblGrid>
      <w:tr w:rsidR="00152A29" w:rsidRPr="00152A29" w14:paraId="26E599A3" w14:textId="77777777" w:rsidTr="00F84F3A">
        <w:trPr>
          <w:tblHeader/>
        </w:trPr>
        <w:tc>
          <w:tcPr>
            <w:tcW w:w="534" w:type="dxa"/>
          </w:tcPr>
          <w:p w14:paraId="2880C67C" w14:textId="77777777" w:rsidR="00422EAB" w:rsidRPr="00152A29" w:rsidRDefault="00422EAB" w:rsidP="00F84F3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126" w:type="dxa"/>
          </w:tcPr>
          <w:p w14:paraId="6F4B4A4D" w14:textId="77777777" w:rsidR="00422EAB" w:rsidRPr="00152A29" w:rsidRDefault="00422EAB" w:rsidP="00F84F3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รายการเอกสารยื่นเพิ่มเติม</w:t>
            </w:r>
          </w:p>
        </w:tc>
        <w:tc>
          <w:tcPr>
            <w:tcW w:w="1559" w:type="dxa"/>
          </w:tcPr>
          <w:p w14:paraId="366E6236" w14:textId="77777777" w:rsidR="00F84F3A" w:rsidRPr="00152A29" w:rsidRDefault="004E651F" w:rsidP="00F84F3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หน่วยงาน</w:t>
            </w:r>
          </w:p>
          <w:p w14:paraId="43BA7D5F" w14:textId="77777777" w:rsidR="00F84F3A" w:rsidRPr="00152A29" w:rsidRDefault="004E651F" w:rsidP="00F84F3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ภาครัฐ</w:t>
            </w:r>
          </w:p>
          <w:p w14:paraId="6468717D" w14:textId="77777777" w:rsidR="00422EAB" w:rsidRPr="00152A29" w:rsidRDefault="004E651F" w:rsidP="00F84F3A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134" w:type="dxa"/>
          </w:tcPr>
          <w:p w14:paraId="15D6A94C" w14:textId="77777777" w:rsidR="00422EAB" w:rsidRPr="00152A29" w:rsidRDefault="00422EAB" w:rsidP="00F84F3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134" w:type="dxa"/>
          </w:tcPr>
          <w:p w14:paraId="672976C3" w14:textId="77777777" w:rsidR="00422EAB" w:rsidRPr="00152A29" w:rsidRDefault="00422EAB" w:rsidP="00F84F3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จำนวนเอกสาร</w:t>
            </w: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992" w:type="dxa"/>
          </w:tcPr>
          <w:p w14:paraId="3CBE12D9" w14:textId="77777777" w:rsidR="00422EAB" w:rsidRPr="00152A29" w:rsidRDefault="00422EAB" w:rsidP="00F84F3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หน่วยนับเอกสาร</w:t>
            </w:r>
          </w:p>
        </w:tc>
        <w:tc>
          <w:tcPr>
            <w:tcW w:w="2907" w:type="dxa"/>
          </w:tcPr>
          <w:p w14:paraId="62E5D9E9" w14:textId="77777777" w:rsidR="00422EAB" w:rsidRPr="00152A29" w:rsidRDefault="00422EAB" w:rsidP="00F84F3A">
            <w:pPr>
              <w:spacing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152A29" w:rsidRPr="00152A29" w14:paraId="18677F2D" w14:textId="77777777" w:rsidTr="00F84F3A">
        <w:tc>
          <w:tcPr>
            <w:tcW w:w="534" w:type="dxa"/>
          </w:tcPr>
          <w:p w14:paraId="5143BB76" w14:textId="77777777" w:rsidR="00AC4ACB" w:rsidRPr="00152A29" w:rsidRDefault="00AC4ACB" w:rsidP="00F84F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152A2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2E7B6F04" w14:textId="77777777" w:rsidR="00AC4ACB" w:rsidRPr="00152A29" w:rsidRDefault="00AC4ACB" w:rsidP="00F84F3A">
            <w:pP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หนังสือแจ้งความประสงค์ขอใบแทน พร้อมระบุสาเหตุที่ต้องขอใบแทน</w:t>
            </w:r>
          </w:p>
          <w:p w14:paraId="505EBB6D" w14:textId="77777777" w:rsidR="00C430FB" w:rsidRPr="00152A29" w:rsidRDefault="00C430FB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D492FAB" w14:textId="77777777" w:rsidR="00AC4ACB" w:rsidRPr="00152A29" w:rsidRDefault="00AC4ACB" w:rsidP="00F84F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5BB6A29D" w14:textId="77777777" w:rsidR="00AC4ACB" w:rsidRPr="00152A29" w:rsidRDefault="00AC4ACB" w:rsidP="00F84F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14:paraId="088945AB" w14:textId="77777777" w:rsidR="00AC4ACB" w:rsidRPr="00152A29" w:rsidRDefault="00AC4ACB" w:rsidP="00F84F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14:paraId="1542626D" w14:textId="77777777" w:rsidR="00AC4ACB" w:rsidRPr="00152A29" w:rsidRDefault="00AC4ACB" w:rsidP="00F84F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2EC6B701" w14:textId="77777777" w:rsidR="00AC4ACB" w:rsidRPr="00152A29" w:rsidRDefault="00AC4ACB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</w:tr>
      <w:tr w:rsidR="00152A29" w:rsidRPr="00152A29" w14:paraId="31A91D4E" w14:textId="77777777" w:rsidTr="00F84F3A">
        <w:tc>
          <w:tcPr>
            <w:tcW w:w="534" w:type="dxa"/>
          </w:tcPr>
          <w:p w14:paraId="5586A4B5" w14:textId="77777777" w:rsidR="00AC4ACB" w:rsidRPr="00152A29" w:rsidRDefault="00AC4ACB" w:rsidP="00F84F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811134" w:rsidRPr="00152A2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296998E9" w14:textId="77777777" w:rsidR="00AC4ACB" w:rsidRPr="00152A29" w:rsidRDefault="00AC4ACB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หลักฐานที่เกี่ยวข้องเพื่อประกอบการขอใบแทน</w:t>
            </w:r>
          </w:p>
        </w:tc>
        <w:tc>
          <w:tcPr>
            <w:tcW w:w="1559" w:type="dxa"/>
          </w:tcPr>
          <w:p w14:paraId="531BDE5D" w14:textId="77777777" w:rsidR="00AC4ACB" w:rsidRPr="00152A29" w:rsidRDefault="00AC4ACB" w:rsidP="00F84F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6F2E66B5" w14:textId="77777777" w:rsidR="00AC4ACB" w:rsidRPr="00152A29" w:rsidRDefault="00AC4ACB" w:rsidP="00F84F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14:paraId="62270E2F" w14:textId="77777777" w:rsidR="00AC4ACB" w:rsidRPr="00152A29" w:rsidRDefault="00AC4ACB" w:rsidP="00F84F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992" w:type="dxa"/>
          </w:tcPr>
          <w:p w14:paraId="0F581897" w14:textId="77777777" w:rsidR="00AC4ACB" w:rsidRPr="00152A29" w:rsidRDefault="00AC4ACB" w:rsidP="00F84F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41B40178" w14:textId="77777777" w:rsidR="00AC4ACB" w:rsidRPr="00152A29" w:rsidRDefault="00AC4ACB" w:rsidP="00436C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หลักฐานที่เกี่ยวข้องเพื่อประกอบการขอใบแทน ได้แก่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(1) 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ใบแจ้งข้อเท็จจริงเกี่ยวกับวัตถุอันตรายชนิดที่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 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ฉบับจริงที่ชำรุดเสียหาย 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สำหรับกรณีชำรุดเสียหายหรือลบเลือน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(2) 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ใบแจ้งความ 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(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สำหรับกรณีสูญหาย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152A29" w:rsidRPr="00152A29" w14:paraId="0F430140" w14:textId="77777777" w:rsidTr="00F84F3A">
        <w:tc>
          <w:tcPr>
            <w:tcW w:w="534" w:type="dxa"/>
          </w:tcPr>
          <w:p w14:paraId="3FD60277" w14:textId="77777777" w:rsidR="000141AF" w:rsidRPr="00152A29" w:rsidRDefault="000141AF" w:rsidP="00F84F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152A2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102973DD" w14:textId="77777777" w:rsidR="000141AF" w:rsidRPr="00152A29" w:rsidRDefault="000141AF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สำเนาหนังสือมอบอำนาจและแต่งตั้งผู้ดำเนินการซึ่งได้ยื่นต้นฉบับไว้ที่ อย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แล้ว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พร้อมลงนามรับรองสำเนาเอกสาร</w:t>
            </w:r>
          </w:p>
        </w:tc>
        <w:tc>
          <w:tcPr>
            <w:tcW w:w="1559" w:type="dxa"/>
          </w:tcPr>
          <w:p w14:paraId="214E9697" w14:textId="77777777" w:rsidR="000141AF" w:rsidRPr="00152A29" w:rsidRDefault="000141AF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-</w:t>
            </w:r>
          </w:p>
        </w:tc>
        <w:tc>
          <w:tcPr>
            <w:tcW w:w="1134" w:type="dxa"/>
          </w:tcPr>
          <w:p w14:paraId="5EF3E643" w14:textId="77777777" w:rsidR="000141AF" w:rsidRPr="00152A29" w:rsidRDefault="000141AF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4DD57626" w14:textId="77777777" w:rsidR="000141AF" w:rsidRPr="00152A29" w:rsidRDefault="000141AF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11227988" w14:textId="77777777" w:rsidR="000141AF" w:rsidRPr="00152A29" w:rsidRDefault="000141AF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729D1532" w14:textId="77777777" w:rsidR="000141AF" w:rsidRPr="00152A29" w:rsidRDefault="000141AF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การยื่นต้นฉบับหนังสือมอบอำนาจไว้ที่ อย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ใช้เฉพาะกับกรณีการยื่นคำขอที่ อย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เท่านั้น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  <w:t xml:space="preserve">2.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ขอแบบฟอร์มได้ที่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OSSC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lastRenderedPageBreak/>
              <w:t>ผลิตภัณฑ์วัตถุอันตราย หรือดาวน์โหลดได้ที่</w:t>
            </w:r>
            <w:hyperlink r:id="rId9" w:history="1">
              <w:r w:rsidRPr="00152A29">
                <w:rPr>
                  <w:rStyle w:val="ad"/>
                  <w:rFonts w:ascii="TH SarabunPSK" w:hAnsi="TH SarabunPSK" w:cs="TH SarabunPSK"/>
                  <w:noProof/>
                  <w:color w:val="auto"/>
                  <w:sz w:val="32"/>
                  <w:szCs w:val="32"/>
                </w:rPr>
                <w:t>http://www.fda.moph.go.th/psiond/download.htm</w:t>
              </w:r>
            </w:hyperlink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หัวข้อ “บันทึกการตรวจสอบหลักฐานของผู้ขออนุญาต” และ “แบบฟอร์มหนังสือมอบอำนาจและแต่งตั้งผู้ดำเนินการ”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  <w:tr w:rsidR="000141AF" w:rsidRPr="00152A29" w14:paraId="5BAA872A" w14:textId="77777777" w:rsidTr="00F84F3A">
        <w:tc>
          <w:tcPr>
            <w:tcW w:w="534" w:type="dxa"/>
          </w:tcPr>
          <w:p w14:paraId="18939EE3" w14:textId="77777777" w:rsidR="000141AF" w:rsidRPr="00152A29" w:rsidRDefault="000141AF" w:rsidP="00F84F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4</w:t>
            </w:r>
            <w:r w:rsidRPr="00152A2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26" w:type="dxa"/>
          </w:tcPr>
          <w:p w14:paraId="72432B80" w14:textId="77777777" w:rsidR="000141AF" w:rsidRPr="00152A29" w:rsidRDefault="000141AF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สำเนาหนังสือรับรองการปฏิบัติตามหลักเกณฑ์และเงื่อนไขการอนุญาตซึ่งได้ยื่นต้นฉบับไว้ที่ อย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แล้ว พร้อมลงนามรับรองสำเนาเอกสาร</w:t>
            </w:r>
          </w:p>
        </w:tc>
        <w:tc>
          <w:tcPr>
            <w:tcW w:w="1559" w:type="dxa"/>
          </w:tcPr>
          <w:p w14:paraId="15E8C0D1" w14:textId="77777777" w:rsidR="000141AF" w:rsidRPr="00152A29" w:rsidRDefault="000141AF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14:paraId="1D39DA62" w14:textId="77777777" w:rsidR="000141AF" w:rsidRPr="00152A29" w:rsidRDefault="000141AF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14:paraId="4F7BADE1" w14:textId="77777777" w:rsidR="000141AF" w:rsidRPr="00152A29" w:rsidRDefault="000141AF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56CA6721" w14:textId="77777777" w:rsidR="000141AF" w:rsidRPr="00152A29" w:rsidRDefault="000141AF" w:rsidP="00A91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2907" w:type="dxa"/>
          </w:tcPr>
          <w:p w14:paraId="2DE34763" w14:textId="77777777" w:rsidR="000141AF" w:rsidRPr="00152A29" w:rsidRDefault="000141AF" w:rsidP="00A91F65">
            <w:pP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(1.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ใช้เฉพาะกับกรณีการยื่นคำขอที่ อย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.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เท่านั้น</w:t>
            </w:r>
          </w:p>
          <w:p w14:paraId="0336781C" w14:textId="77777777" w:rsidR="000141AF" w:rsidRPr="00152A29" w:rsidRDefault="000141AF" w:rsidP="00A9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t>2.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ขอแบบฟอร์มได้ที่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OSSC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กลุ่มควบคุมวัตถุอันตราย หรือดาวน์โหลดได้ที่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hyperlink r:id="rId10" w:history="1">
              <w:r w:rsidRPr="00152A29">
                <w:rPr>
                  <w:rStyle w:val="ad"/>
                  <w:rFonts w:ascii="TH SarabunPSK" w:hAnsi="TH SarabunPSK" w:cs="TH SarabunPSK"/>
                  <w:noProof/>
                  <w:color w:val="auto"/>
                  <w:sz w:val="32"/>
                  <w:szCs w:val="32"/>
                </w:rPr>
                <w:t>http://www.fda.moph.go.th/psiond/download.htm</w:t>
              </w:r>
            </w:hyperlink>
            <w:r w:rsidRPr="00152A2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52A2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หัวข้อ “แบบฟอร์มหนังสือรับรองการปฏิบัติตามหลักเกณฑ์และเงื่อนไขการอนุญาต”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)</w:t>
            </w:r>
          </w:p>
        </w:tc>
      </w:tr>
    </w:tbl>
    <w:p w14:paraId="38102A8E" w14:textId="77777777" w:rsidR="006C6C22" w:rsidRPr="00152A29" w:rsidRDefault="006C6C22" w:rsidP="0050561E">
      <w:p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F3D6153" w14:textId="77777777" w:rsidR="00A10CDA" w:rsidRPr="00152A29" w:rsidRDefault="00A10CDA" w:rsidP="0050561E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ค่าธรรมเนียม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780"/>
      </w:tblGrid>
      <w:tr w:rsidR="00152A29" w:rsidRPr="00152A29" w14:paraId="36FBC75B" w14:textId="77777777" w:rsidTr="00090552">
        <w:tc>
          <w:tcPr>
            <w:tcW w:w="534" w:type="dxa"/>
          </w:tcPr>
          <w:p w14:paraId="50CBA1E4" w14:textId="77777777" w:rsidR="00A13B6C" w:rsidRPr="00152A29" w:rsidRDefault="00A13B6C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811134" w:rsidRPr="00152A2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14:paraId="2F0E8185" w14:textId="77777777" w:rsidR="00A13B6C" w:rsidRPr="00152A29" w:rsidRDefault="00A13B6C" w:rsidP="008C139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  <w:lang w:bidi="th-TH"/>
              </w:rPr>
              <w:t>ไม่มีค่าธรรมเนียม</w:t>
            </w:r>
          </w:p>
          <w:p w14:paraId="5A8B8F0D" w14:textId="77777777" w:rsidR="00C430FB" w:rsidRPr="00152A29" w:rsidRDefault="00B509FC" w:rsidP="00E90756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52A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152A2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  <w:r w:rsidRPr="00152A2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 w:rsidRPr="00152A29">
              <w:rPr>
                <w:rFonts w:ascii="TH SarabunPSK" w:hAnsi="TH SarabunPSK" w:cs="TH SarabunPSK"/>
                <w:sz w:val="32"/>
                <w:szCs w:val="32"/>
                <w:rtl/>
                <w:cs/>
              </w:rPr>
              <w:br/>
            </w:r>
          </w:p>
        </w:tc>
      </w:tr>
    </w:tbl>
    <w:p w14:paraId="741BBB88" w14:textId="77777777" w:rsidR="00216FA4" w:rsidRPr="00152A29" w:rsidRDefault="00216FA4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ช่องทางการร้องเรียน</w:t>
      </w:r>
    </w:p>
    <w:p w14:paraId="66F64990" w14:textId="77777777" w:rsidR="00166375" w:rsidRPr="00166375" w:rsidRDefault="00166375" w:rsidP="00166375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32"/>
          <w:szCs w:val="32"/>
          <w:lang w:bidi="th-TH"/>
        </w:rPr>
      </w:pPr>
      <w:r w:rsidRPr="00166375">
        <w:rPr>
          <w:rFonts w:ascii="TH SarabunIT๙" w:eastAsia="Cordia New" w:hAnsi="TH SarabunIT๙" w:cs="TH SarabunIT๙" w:hint="cs"/>
          <w:i/>
          <w:iCs/>
          <w:sz w:val="32"/>
          <w:szCs w:val="32"/>
          <w:cs/>
          <w:lang w:bidi="th-TH"/>
        </w:rPr>
        <w:t>-</w:t>
      </w:r>
      <w:r w:rsidRPr="00166375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166375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166375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ศู</w:t>
      </w:r>
      <w:r w:rsidRPr="00166375">
        <w:rPr>
          <w:rFonts w:ascii="TH SarabunIT๙" w:eastAsia="Cordia New" w:hAnsi="TH SarabunIT๙" w:cs="TH SarabunIT๙" w:hint="cs"/>
          <w:i/>
          <w:iCs/>
          <w:sz w:val="32"/>
          <w:szCs w:val="32"/>
          <w:cs/>
          <w:lang w:bidi="th-TH"/>
        </w:rPr>
        <w:t>น</w:t>
      </w:r>
      <w:r w:rsidRPr="00166375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ย์จัดการเรื่องร้องเรียนและปราบปรามการกระทําผิดกฎหมายเกี่ยวกับผลิตภ</w:t>
      </w:r>
      <w:r w:rsidRPr="00166375">
        <w:rPr>
          <w:rFonts w:ascii="TH SarabunIT๙" w:eastAsia="Cordia New" w:hAnsi="TH SarabunIT๙" w:cs="TH SarabunIT๙" w:hint="cs"/>
          <w:b/>
          <w:i/>
          <w:iCs/>
          <w:sz w:val="32"/>
          <w:szCs w:val="32"/>
          <w:cs/>
          <w:lang w:bidi="th-TH"/>
        </w:rPr>
        <w:t>ัณฑ์</w:t>
      </w:r>
      <w:r w:rsidRPr="00166375">
        <w:rPr>
          <w:rFonts w:ascii="TH SarabunIT๙" w:eastAsia="Cordia New" w:hAnsi="TH SarabunIT๙" w:cs="TH SarabunIT๙"/>
          <w:b/>
          <w:i/>
          <w:iCs/>
          <w:sz w:val="32"/>
          <w:szCs w:val="32"/>
        </w:rPr>
        <w:t xml:space="preserve"> </w:t>
      </w:r>
      <w:r w:rsidRPr="00166375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 xml:space="preserve">สุขภาพสํานักงานคณะกรรมการอาหารและยากระทรวงสาธารณสุข </w:t>
      </w:r>
      <w:r w:rsidRPr="00166375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หมายเหตุ</w:t>
      </w:r>
      <w:r w:rsidRPr="00166375">
        <w:rPr>
          <w:rFonts w:ascii="TH SarabunIT๙" w:eastAsia="Cordia New" w:hAnsi="TH SarabunIT๙" w:cs="TH SarabunIT๙"/>
          <w:i/>
          <w:iCs/>
          <w:sz w:val="32"/>
        </w:rPr>
        <w:t>(</w:t>
      </w:r>
      <w:r w:rsidRPr="00166375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ชั้น</w:t>
      </w:r>
      <w:r w:rsidRPr="00166375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166375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166375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อาคาร</w:t>
      </w:r>
      <w:r w:rsidRPr="00166375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166375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166375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166375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ถนนติวานนท์ตําบลตลาดขวัญอําเภอเมืองจังหวัดนนทบุรี</w:t>
      </w:r>
      <w:r w:rsidRPr="00166375">
        <w:rPr>
          <w:rFonts w:ascii="TH SarabunIT๙" w:eastAsia="Cordia New" w:hAnsi="TH SarabunIT๙" w:cs="TH SarabunIT๙"/>
          <w:i/>
          <w:iCs/>
          <w:sz w:val="32"/>
        </w:rPr>
        <w:t>11000/</w:t>
      </w:r>
      <w:r w:rsidRPr="00166375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โทรศัพท์</w:t>
      </w:r>
      <w:r w:rsidRPr="00166375">
        <w:rPr>
          <w:rFonts w:ascii="TH SarabunIT๙" w:eastAsia="Cordia New" w:hAnsi="TH SarabunIT๙" w:cs="TH SarabunIT๙"/>
          <w:i/>
          <w:iCs/>
          <w:sz w:val="32"/>
        </w:rPr>
        <w:t>0 2590 7354 – 55/</w:t>
      </w:r>
      <w:r w:rsidRPr="00166375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สายด่วน</w:t>
      </w:r>
      <w:r w:rsidRPr="00166375">
        <w:rPr>
          <w:rFonts w:ascii="TH SarabunIT๙" w:eastAsia="Cordia New" w:hAnsi="TH SarabunIT๙" w:cs="TH SarabunIT๙"/>
          <w:i/>
          <w:iCs/>
          <w:sz w:val="32"/>
        </w:rPr>
        <w:t>1556/</w:t>
      </w:r>
      <w:r w:rsidRPr="00166375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 xml:space="preserve">โทรสาร </w:t>
      </w:r>
      <w:r w:rsidRPr="00166375">
        <w:rPr>
          <w:rFonts w:ascii="TH SarabunIT๙" w:eastAsia="Cordia New" w:hAnsi="TH SarabunIT๙" w:cs="TH SarabunIT๙"/>
          <w:i/>
          <w:iCs/>
          <w:sz w:val="32"/>
        </w:rPr>
        <w:t xml:space="preserve">0 2590 1556/E-mail : </w:t>
      </w:r>
      <w:hyperlink r:id="rId11" w:history="1">
        <w:r w:rsidRPr="00166375">
          <w:rPr>
            <w:rFonts w:ascii="TH SarabunIT๙" w:eastAsia="Cordia New" w:hAnsi="TH SarabunIT๙" w:cs="TH SarabunIT๙"/>
            <w:i/>
            <w:iCs/>
            <w:color w:val="0000FF"/>
            <w:sz w:val="32"/>
            <w:u w:val="single"/>
          </w:rPr>
          <w:t>1556@fda.moph.go.th/</w:t>
        </w:r>
      </w:hyperlink>
      <w:r w:rsidRPr="00166375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 ด่วน</w:t>
      </w:r>
      <w:r w:rsidRPr="00166375">
        <w:rPr>
          <w:rFonts w:ascii="TH SarabunIT๙" w:eastAsia="Cordia New" w:hAnsi="TH SarabunIT๙" w:cs="TH SarabunIT๙"/>
          <w:i/>
          <w:iCs/>
          <w:sz w:val="32"/>
        </w:rPr>
        <w:t>1111)</w:t>
      </w:r>
    </w:p>
    <w:p w14:paraId="11710E94" w14:textId="77777777" w:rsidR="00166375" w:rsidRPr="00166375" w:rsidRDefault="00166375" w:rsidP="00166375">
      <w:pPr>
        <w:spacing w:after="0" w:line="240" w:lineRule="auto"/>
        <w:rPr>
          <w:rFonts w:ascii="TH SarabunPSK" w:hAnsi="TH SarabunPSK" w:cs="TH SarabunPSK"/>
          <w:i/>
          <w:iCs/>
          <w:sz w:val="32"/>
          <w:szCs w:val="32"/>
          <w:lang w:bidi="th-TH"/>
        </w:rPr>
      </w:pPr>
      <w:r w:rsidRPr="00166375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-</w:t>
      </w:r>
      <w:r w:rsidRPr="00166375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166375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166375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งานบริการอนุญาตผลิตภัณฑ์และบริการสุขภาพ กลุ่มงานคุ้มครองผู้บริโภค ฯ </w:t>
      </w:r>
      <w:r w:rsidRPr="00166375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 xml:space="preserve"> </w:t>
      </w:r>
      <w:r w:rsidRPr="00166375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สำนักงานสาธารณสุขจังหวัดมหาสารคาม โทรศัพท์ 043-7779</w:t>
      </w:r>
      <w:r w:rsidRPr="00166375">
        <w:rPr>
          <w:rFonts w:ascii="TH SarabunPSK" w:hAnsi="TH SarabunPSK" w:cs="TH SarabunPSK"/>
          <w:i/>
          <w:iCs/>
          <w:sz w:val="32"/>
          <w:szCs w:val="32"/>
          <w:lang w:bidi="th-TH"/>
        </w:rPr>
        <w:t>1</w:t>
      </w:r>
      <w:r w:rsidRPr="00166375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-</w:t>
      </w:r>
      <w:r w:rsidRPr="00166375">
        <w:rPr>
          <w:rFonts w:ascii="TH SarabunPSK" w:hAnsi="TH SarabunPSK" w:cs="TH SarabunPSK"/>
          <w:i/>
          <w:iCs/>
          <w:sz w:val="32"/>
          <w:szCs w:val="32"/>
          <w:lang w:bidi="th-TH"/>
        </w:rPr>
        <w:t>2</w:t>
      </w:r>
      <w:r w:rsidRPr="00166375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  ต่อ 130 หรือ </w:t>
      </w:r>
      <w:r w:rsidRPr="00166375">
        <w:rPr>
          <w:rFonts w:ascii="TH SarabunPSK" w:hAnsi="TH SarabunPSK" w:cs="TH SarabunPSK"/>
          <w:i/>
          <w:iCs/>
          <w:sz w:val="32"/>
          <w:szCs w:val="32"/>
          <w:lang w:bidi="th-TH"/>
        </w:rPr>
        <w:t>043-777979</w:t>
      </w:r>
      <w:r w:rsidRPr="00166375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  โทรสาร 0-43777970</w:t>
      </w:r>
      <w:r w:rsidRPr="00166375"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  <w:tab/>
      </w:r>
    </w:p>
    <w:p w14:paraId="39490182" w14:textId="77777777" w:rsidR="00166375" w:rsidRPr="00166375" w:rsidRDefault="00166375" w:rsidP="00166375">
      <w:pPr>
        <w:tabs>
          <w:tab w:val="left" w:pos="541"/>
        </w:tabs>
        <w:spacing w:after="0" w:line="0" w:lineRule="atLeast"/>
        <w:rPr>
          <w:rFonts w:ascii="TH SarabunIT๙" w:eastAsia="Cordia New" w:hAnsi="TH SarabunIT๙" w:cs="TH SarabunIT๙"/>
          <w:i/>
          <w:iCs/>
          <w:sz w:val="32"/>
        </w:rPr>
      </w:pPr>
      <w:r w:rsidRPr="00166375">
        <w:rPr>
          <w:rFonts w:ascii="TH SarabunIT๙" w:eastAsia="Cordia New" w:hAnsi="TH SarabunIT๙" w:cs="TH SarabunIT๙"/>
          <w:b/>
          <w:i/>
          <w:iCs/>
          <w:sz w:val="32"/>
        </w:rPr>
        <w:t>-</w:t>
      </w:r>
      <w:r w:rsidRPr="00166375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ช่องทางการร้องเรียน</w:t>
      </w:r>
      <w:r w:rsidRPr="00166375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166375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ศูย์บริการประชาชนสํานักปลัดสํานักนายกรัฐมนตรี</w:t>
      </w:r>
    </w:p>
    <w:p w14:paraId="40CBA57A" w14:textId="77777777" w:rsidR="00166375" w:rsidRPr="00166375" w:rsidRDefault="00166375" w:rsidP="00166375">
      <w:pPr>
        <w:spacing w:line="239" w:lineRule="auto"/>
        <w:ind w:right="900"/>
        <w:rPr>
          <w:rFonts w:ascii="TH SarabunIT๙" w:eastAsia="Cordia New" w:hAnsi="TH SarabunIT๙" w:cs="TH SarabunIT๙"/>
          <w:i/>
          <w:iCs/>
          <w:sz w:val="32"/>
        </w:rPr>
      </w:pPr>
      <w:r w:rsidRPr="00166375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  <w:lang w:bidi="th-TH"/>
        </w:rPr>
        <w:t>หมายเหตุ</w:t>
      </w:r>
      <w:r w:rsidRPr="00166375">
        <w:rPr>
          <w:rFonts w:ascii="TH SarabunIT๙" w:eastAsia="Cordia New" w:hAnsi="TH SarabunIT๙" w:cs="TH SarabunIT๙"/>
          <w:i/>
          <w:iCs/>
          <w:sz w:val="32"/>
        </w:rPr>
        <w:t>(</w:t>
      </w:r>
      <w:r w:rsidRPr="00166375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166375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เลขที่</w:t>
      </w:r>
      <w:r w:rsidRPr="00166375">
        <w:rPr>
          <w:rFonts w:ascii="TH SarabunIT๙" w:eastAsia="Cordia New" w:hAnsi="TH SarabunIT๙" w:cs="TH SarabunIT๙"/>
          <w:i/>
          <w:iCs/>
          <w:sz w:val="32"/>
        </w:rPr>
        <w:t>1</w:t>
      </w:r>
      <w:r w:rsidRPr="00166375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166375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</w:t>
      </w:r>
      <w:r w:rsidRPr="00166375">
        <w:rPr>
          <w:rFonts w:ascii="TH SarabunIT๙" w:eastAsia="Cordia New" w:hAnsi="TH SarabunIT๙" w:cs="TH SarabunIT๙"/>
          <w:i/>
          <w:iCs/>
          <w:sz w:val="32"/>
        </w:rPr>
        <w:t>.</w:t>
      </w:r>
      <w:r w:rsidRPr="00166375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พิษณุโลกเขตดุสิตกทม</w:t>
      </w:r>
      <w:r w:rsidRPr="00166375">
        <w:rPr>
          <w:rFonts w:ascii="TH SarabunIT๙" w:eastAsia="Cordia New" w:hAnsi="TH SarabunIT๙" w:cs="TH SarabunIT๙"/>
          <w:i/>
          <w:iCs/>
          <w:sz w:val="32"/>
        </w:rPr>
        <w:t>.10300 /</w:t>
      </w:r>
      <w:r w:rsidRPr="00166375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166375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สายด่วน</w:t>
      </w:r>
      <w:r w:rsidRPr="00166375">
        <w:rPr>
          <w:rFonts w:ascii="TH SarabunIT๙" w:eastAsia="Cordia New" w:hAnsi="TH SarabunIT๙" w:cs="TH SarabunIT๙"/>
          <w:i/>
          <w:iCs/>
          <w:sz w:val="32"/>
        </w:rPr>
        <w:t>1111 / www.1111.go.th /</w:t>
      </w:r>
      <w:r w:rsidRPr="00166375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166375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ตู้ปณ</w:t>
      </w:r>
      <w:r w:rsidRPr="00166375">
        <w:rPr>
          <w:rFonts w:ascii="TH SarabunIT๙" w:eastAsia="Cordia New" w:hAnsi="TH SarabunIT๙" w:cs="TH SarabunIT๙"/>
          <w:i/>
          <w:iCs/>
          <w:sz w:val="32"/>
        </w:rPr>
        <w:t>.1111</w:t>
      </w:r>
      <w:r w:rsidRPr="00166375">
        <w:rPr>
          <w:rFonts w:ascii="TH SarabunIT๙" w:eastAsia="Cordia New" w:hAnsi="TH SarabunIT๙" w:cs="TH SarabunIT๙"/>
          <w:b/>
          <w:i/>
          <w:iCs/>
          <w:sz w:val="32"/>
        </w:rPr>
        <w:t xml:space="preserve"> </w:t>
      </w:r>
      <w:r w:rsidRPr="00166375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เลขที่</w:t>
      </w:r>
      <w:r w:rsidRPr="00166375">
        <w:rPr>
          <w:rFonts w:ascii="TH SarabunIT๙" w:eastAsia="Cordia New" w:hAnsi="TH SarabunIT๙" w:cs="TH SarabunIT๙"/>
          <w:i/>
          <w:iCs/>
          <w:sz w:val="32"/>
        </w:rPr>
        <w:t xml:space="preserve">1 </w:t>
      </w:r>
      <w:r w:rsidRPr="00166375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ถ</w:t>
      </w:r>
      <w:r w:rsidRPr="00166375">
        <w:rPr>
          <w:rFonts w:ascii="TH SarabunIT๙" w:eastAsia="Cordia New" w:hAnsi="TH SarabunIT๙" w:cs="TH SarabunIT๙"/>
          <w:i/>
          <w:iCs/>
          <w:sz w:val="32"/>
        </w:rPr>
        <w:t>.</w:t>
      </w:r>
      <w:r w:rsidRPr="00166375">
        <w:rPr>
          <w:rFonts w:ascii="TH SarabunIT๙" w:eastAsia="Cordia New" w:hAnsi="TH SarabunIT๙" w:cs="TH SarabunIT๙"/>
          <w:i/>
          <w:iCs/>
          <w:sz w:val="32"/>
          <w:szCs w:val="32"/>
          <w:cs/>
          <w:lang w:bidi="th-TH"/>
        </w:rPr>
        <w:t>พิษณุโลกเขตดุสิตกทม</w:t>
      </w:r>
      <w:r w:rsidRPr="00166375">
        <w:rPr>
          <w:rFonts w:ascii="TH SarabunIT๙" w:eastAsia="Cordia New" w:hAnsi="TH SarabunIT๙" w:cs="TH SarabunIT๙"/>
          <w:i/>
          <w:iCs/>
          <w:sz w:val="32"/>
        </w:rPr>
        <w:t>.10300)</w:t>
      </w:r>
    </w:p>
    <w:p w14:paraId="5F981D93" w14:textId="77777777" w:rsidR="00341521" w:rsidRDefault="00341521" w:rsidP="00152A29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69B36B96" w14:textId="77777777" w:rsidR="00166375" w:rsidRDefault="00166375" w:rsidP="00152A29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3335BDF" w14:textId="77777777" w:rsidR="00166375" w:rsidRPr="00166375" w:rsidRDefault="00166375" w:rsidP="00152A29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04582F97" w14:textId="77777777" w:rsidR="00013BC7" w:rsidRPr="00152A29" w:rsidRDefault="00C3045F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ตัวอย่าง</w:t>
      </w:r>
      <w:r w:rsidR="00D51311"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แบบฟอร์ม ตัวอย่าง และคู่มือการกรอก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498"/>
      </w:tblGrid>
      <w:tr w:rsidR="00152A29" w:rsidRPr="00152A29" w14:paraId="05CF8CB9" w14:textId="77777777" w:rsidTr="00C1539D">
        <w:tc>
          <w:tcPr>
            <w:tcW w:w="675" w:type="dxa"/>
          </w:tcPr>
          <w:p w14:paraId="46266276" w14:textId="77777777" w:rsidR="00F064C0" w:rsidRPr="00152A29" w:rsidRDefault="00F064C0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C1539D" w:rsidRPr="00152A2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499C21F5" w14:textId="77777777" w:rsidR="00F064C0" w:rsidRPr="00152A29" w:rsidRDefault="00F064C0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ตัวอย่างหนังสือแจ้งความประสงค์ ขอใบแทนใบแจ้งข้อเท็จจริงเกี่ยวกับวัตถุอันตรายชนิดที่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เนื่องจากเหตุสูญหาย</w:t>
            </w:r>
            <w:r w:rsidRPr="00152A29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152A2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F064C0" w:rsidRPr="00152A29" w14:paraId="719B0DC6" w14:textId="77777777" w:rsidTr="00C1539D">
        <w:tc>
          <w:tcPr>
            <w:tcW w:w="675" w:type="dxa"/>
          </w:tcPr>
          <w:p w14:paraId="06564B16" w14:textId="77777777" w:rsidR="00F064C0" w:rsidRPr="00152A29" w:rsidRDefault="00F064C0" w:rsidP="008C13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C1539D" w:rsidRPr="00152A2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14:paraId="378B2F1C" w14:textId="77777777" w:rsidR="00F064C0" w:rsidRPr="00152A29" w:rsidRDefault="00F064C0" w:rsidP="00F84F3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 xml:space="preserve">ตัวอย่างหนังสือแจ้งความประสงค์ ขอใบแทนใบแจ้งข้อเท็จจริงเกี่ยวกับวัตถุอันตรายชนิดที่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152A29">
              <w:rPr>
                <w:rFonts w:ascii="TH SarabunPSK" w:hAnsi="TH SarabunPSK" w:cs="TH SarabunPSK"/>
                <w:noProof/>
                <w:sz w:val="32"/>
                <w:szCs w:val="32"/>
                <w:cs/>
                <w:lang w:bidi="th-TH"/>
              </w:rPr>
              <w:t>เนื่องจากเหตุชำรุดเสียหายหรือลบเลือน</w:t>
            </w:r>
            <w:r w:rsidRPr="00152A29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152A29">
              <w:rPr>
                <w:rFonts w:ascii="TH SarabunPSK" w:hAnsi="TH SarabunPSK" w:cs="TH SarabunPSK"/>
                <w:i/>
                <w:iCs/>
                <w:noProof/>
                <w:sz w:val="32"/>
                <w:szCs w:val="32"/>
              </w:rPr>
              <w:t>-</w:t>
            </w:r>
          </w:p>
        </w:tc>
      </w:tr>
    </w:tbl>
    <w:p w14:paraId="646C6581" w14:textId="77777777" w:rsidR="00C430FB" w:rsidRPr="00152A29" w:rsidRDefault="00C430FB" w:rsidP="00C1539D">
      <w:pPr>
        <w:pStyle w:val="a5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D7EFA61" w14:textId="77777777" w:rsidR="00D51311" w:rsidRPr="00152A29" w:rsidRDefault="00D51311" w:rsidP="00D51311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หมายเหตุ</w:t>
      </w:r>
    </w:p>
    <w:p w14:paraId="7B582005" w14:textId="77777777" w:rsidR="000141AF" w:rsidRPr="00152A29" w:rsidRDefault="00F84F3A" w:rsidP="0064558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 xml:space="preserve"> </w:t>
      </w:r>
      <w:r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ab/>
      </w:r>
      <w:r w:rsidR="0064558D" w:rsidRPr="00152A29">
        <w:rPr>
          <w:rFonts w:ascii="TH SarabunPSK" w:hAnsi="TH SarabunPSK" w:cs="TH SarabunPSK"/>
          <w:noProof/>
          <w:sz w:val="32"/>
          <w:szCs w:val="32"/>
          <w:cs/>
          <w:lang w:bidi="th-TH"/>
        </w:rPr>
        <w:t>การนับระยะเวลา เริ่มนับระยะเวลาตั้งแต่การยื่นเอกสารที่ครบถ้วน</w:t>
      </w:r>
      <w:r w:rsidR="0064558D" w:rsidRPr="00152A29">
        <w:rPr>
          <w:rFonts w:ascii="TH SarabunPSK" w:hAnsi="TH SarabunPSK" w:cs="TH SarabunPSK"/>
          <w:noProof/>
          <w:sz w:val="32"/>
          <w:szCs w:val="32"/>
        </w:rPr>
        <w:br/>
      </w:r>
    </w:p>
    <w:p w14:paraId="7ED15646" w14:textId="77777777" w:rsidR="0064558D" w:rsidRPr="00152A29" w:rsidRDefault="0064558D" w:rsidP="00847F2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3FE7C260" w14:textId="77777777" w:rsidR="00C430FB" w:rsidRPr="00152A29" w:rsidRDefault="00C430FB" w:rsidP="00847F2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3918BBF6" w14:textId="77777777" w:rsidR="00C430FB" w:rsidRPr="00152A29" w:rsidRDefault="00C430FB" w:rsidP="00847F2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04EF931A" w14:textId="77777777" w:rsidR="00C430FB" w:rsidRPr="00152A29" w:rsidRDefault="00C430FB" w:rsidP="00847F2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75EB11E7" w14:textId="77777777" w:rsidR="00C430FB" w:rsidRPr="00152A29" w:rsidRDefault="00C430FB" w:rsidP="00847F2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61AB35E" w14:textId="77777777" w:rsidR="00C430FB" w:rsidRPr="00152A29" w:rsidRDefault="00C430FB" w:rsidP="00847F2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95FFF14" w14:textId="77777777" w:rsidR="00C430FB" w:rsidRPr="00152A29" w:rsidRDefault="00C430FB" w:rsidP="00847F2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52C98B9D" w14:textId="77777777" w:rsidR="00C430FB" w:rsidRPr="00152A29" w:rsidRDefault="00C430FB" w:rsidP="00847F2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18FDEEB6" w14:textId="77777777" w:rsidR="00C430FB" w:rsidRPr="00152A29" w:rsidRDefault="00C430FB" w:rsidP="00847F2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60BB8C70" w14:textId="77777777" w:rsidR="00C430FB" w:rsidRPr="00152A29" w:rsidRDefault="00C430FB" w:rsidP="00847F2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16079A1A" w14:textId="77777777" w:rsidR="00C430FB" w:rsidRPr="00152A29" w:rsidRDefault="00C430FB" w:rsidP="00847F2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3CAFA320" w14:textId="77777777" w:rsidR="00C430FB" w:rsidRPr="00152A29" w:rsidRDefault="00C430FB" w:rsidP="00847F2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3911C7A2" w14:textId="77777777" w:rsidR="00C430FB" w:rsidRPr="00152A29" w:rsidRDefault="00C430FB" w:rsidP="00847F2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7A2476DA" w14:textId="77777777" w:rsidR="00C430FB" w:rsidRPr="00152A29" w:rsidRDefault="00C430FB" w:rsidP="00847F2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63F083B4" w14:textId="77777777" w:rsidR="00C430FB" w:rsidRPr="00152A29" w:rsidRDefault="00C430FB" w:rsidP="00847F2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1CF969A2" w14:textId="77777777" w:rsidR="00C430FB" w:rsidRPr="00152A29" w:rsidRDefault="00C430FB" w:rsidP="00847F2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14:paraId="27562C24" w14:textId="77777777" w:rsidR="00C430FB" w:rsidRPr="00152A29" w:rsidRDefault="00C430FB" w:rsidP="00847F2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sectPr w:rsidR="00C430FB" w:rsidRPr="00152A29" w:rsidSect="00F84F3A">
      <w:headerReference w:type="default" r:id="rId12"/>
      <w:pgSz w:w="11907" w:h="16839" w:code="9"/>
      <w:pgMar w:top="1134" w:right="658" w:bottom="113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047D2" w14:textId="77777777" w:rsidR="00E81831" w:rsidRDefault="00E81831" w:rsidP="00C81DB8">
      <w:pPr>
        <w:spacing w:after="0" w:line="240" w:lineRule="auto"/>
      </w:pPr>
      <w:r>
        <w:separator/>
      </w:r>
    </w:p>
  </w:endnote>
  <w:endnote w:type="continuationSeparator" w:id="0">
    <w:p w14:paraId="6FE57705" w14:textId="77777777" w:rsidR="00E81831" w:rsidRDefault="00E81831" w:rsidP="00C8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4F716" w14:textId="77777777" w:rsidR="00E81831" w:rsidRDefault="00E81831" w:rsidP="00C81DB8">
      <w:pPr>
        <w:spacing w:after="0" w:line="240" w:lineRule="auto"/>
      </w:pPr>
      <w:r>
        <w:separator/>
      </w:r>
    </w:p>
  </w:footnote>
  <w:footnote w:type="continuationSeparator" w:id="0">
    <w:p w14:paraId="62A25E66" w14:textId="77777777" w:rsidR="00E81831" w:rsidRDefault="00E81831" w:rsidP="00C8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57728"/>
      <w:docPartObj>
        <w:docPartGallery w:val="Page Numbers (Top of Page)"/>
        <w:docPartUnique/>
      </w:docPartObj>
    </w:sdtPr>
    <w:sdtContent>
      <w:p w14:paraId="15D416B3" w14:textId="77777777" w:rsidR="00C81DB8" w:rsidRDefault="002D2CDB" w:rsidP="00C81DB8">
        <w:pPr>
          <w:pStyle w:val="ae"/>
          <w:jc w:val="right"/>
        </w:pPr>
        <w:r>
          <w:fldChar w:fldCharType="begin"/>
        </w:r>
        <w:r w:rsidR="00C81DB8">
          <w:instrText xml:space="preserve"> PAGE   \* MERGEFORMAT </w:instrText>
        </w:r>
        <w:r>
          <w:fldChar w:fldCharType="separate"/>
        </w:r>
        <w:r w:rsidR="00166375">
          <w:rPr>
            <w:noProof/>
          </w:rPr>
          <w:t>5</w:t>
        </w:r>
        <w:r>
          <w:rPr>
            <w:noProof/>
          </w:rPr>
          <w:fldChar w:fldCharType="end"/>
        </w:r>
        <w:r w:rsidR="00C81DB8">
          <w:rPr>
            <w:noProof/>
          </w:rPr>
          <w:t>/</w:t>
        </w:r>
        <w:r>
          <w:rPr>
            <w:noProof/>
          </w:rPr>
          <w:fldChar w:fldCharType="begin"/>
        </w:r>
        <w:r w:rsidR="00C81DB8">
          <w:rPr>
            <w:noProof/>
          </w:rPr>
          <w:instrText xml:space="preserve"> NUMPAGES  \# "0" \* Arabic </w:instrText>
        </w:r>
        <w:r>
          <w:rPr>
            <w:noProof/>
          </w:rPr>
          <w:fldChar w:fldCharType="separate"/>
        </w:r>
        <w:r w:rsidR="0016637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4779E0F" w14:textId="77777777" w:rsidR="00C81DB8" w:rsidRDefault="00C81DB8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D22F4"/>
    <w:multiLevelType w:val="hybridMultilevel"/>
    <w:tmpl w:val="B13CEE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B567A"/>
    <w:multiLevelType w:val="hybridMultilevel"/>
    <w:tmpl w:val="2814CD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F50C5"/>
    <w:multiLevelType w:val="hybridMultilevel"/>
    <w:tmpl w:val="196A3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A45EF"/>
    <w:multiLevelType w:val="hybridMultilevel"/>
    <w:tmpl w:val="564E46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75608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93B4B"/>
    <w:multiLevelType w:val="hybridMultilevel"/>
    <w:tmpl w:val="EF4A9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90A2A"/>
    <w:multiLevelType w:val="hybridMultilevel"/>
    <w:tmpl w:val="08F26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F73C4"/>
    <w:multiLevelType w:val="hybridMultilevel"/>
    <w:tmpl w:val="92B6BF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9A7B45"/>
    <w:multiLevelType w:val="hybridMultilevel"/>
    <w:tmpl w:val="AD44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22FF6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5829F4"/>
    <w:multiLevelType w:val="hybridMultilevel"/>
    <w:tmpl w:val="842AB23C"/>
    <w:lvl w:ilvl="0" w:tplc="6B5C22D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6D7F87"/>
    <w:multiLevelType w:val="hybridMultilevel"/>
    <w:tmpl w:val="40A6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444015">
    <w:abstractNumId w:val="5"/>
  </w:num>
  <w:num w:numId="2" w16cid:durableId="1784612410">
    <w:abstractNumId w:val="12"/>
  </w:num>
  <w:num w:numId="3" w16cid:durableId="1117794035">
    <w:abstractNumId w:val="6"/>
  </w:num>
  <w:num w:numId="4" w16cid:durableId="1575241854">
    <w:abstractNumId w:val="0"/>
  </w:num>
  <w:num w:numId="5" w16cid:durableId="175047014">
    <w:abstractNumId w:val="3"/>
  </w:num>
  <w:num w:numId="6" w16cid:durableId="443573031">
    <w:abstractNumId w:val="7"/>
  </w:num>
  <w:num w:numId="7" w16cid:durableId="836306598">
    <w:abstractNumId w:val="11"/>
  </w:num>
  <w:num w:numId="8" w16cid:durableId="2780044">
    <w:abstractNumId w:val="2"/>
  </w:num>
  <w:num w:numId="9" w16cid:durableId="354887146">
    <w:abstractNumId w:val="4"/>
  </w:num>
  <w:num w:numId="10" w16cid:durableId="770204954">
    <w:abstractNumId w:val="1"/>
  </w:num>
  <w:num w:numId="11" w16cid:durableId="1253395348">
    <w:abstractNumId w:val="9"/>
  </w:num>
  <w:num w:numId="12" w16cid:durableId="5938234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FD1"/>
    <w:rsid w:val="00001771"/>
    <w:rsid w:val="00011FA4"/>
    <w:rsid w:val="00013BC7"/>
    <w:rsid w:val="000141AF"/>
    <w:rsid w:val="00016F82"/>
    <w:rsid w:val="0002479E"/>
    <w:rsid w:val="000424A8"/>
    <w:rsid w:val="00045650"/>
    <w:rsid w:val="00067A20"/>
    <w:rsid w:val="00075E4A"/>
    <w:rsid w:val="00090552"/>
    <w:rsid w:val="00094F82"/>
    <w:rsid w:val="000C2AAC"/>
    <w:rsid w:val="000C466B"/>
    <w:rsid w:val="000F1309"/>
    <w:rsid w:val="00110F0C"/>
    <w:rsid w:val="00132E1B"/>
    <w:rsid w:val="00152A29"/>
    <w:rsid w:val="00164004"/>
    <w:rsid w:val="00166375"/>
    <w:rsid w:val="0017533B"/>
    <w:rsid w:val="0018441F"/>
    <w:rsid w:val="0019582A"/>
    <w:rsid w:val="001B1C8D"/>
    <w:rsid w:val="001E05C0"/>
    <w:rsid w:val="00201E94"/>
    <w:rsid w:val="00210AAF"/>
    <w:rsid w:val="00216FA4"/>
    <w:rsid w:val="002440E7"/>
    <w:rsid w:val="00261D40"/>
    <w:rsid w:val="00263F10"/>
    <w:rsid w:val="00290086"/>
    <w:rsid w:val="00291120"/>
    <w:rsid w:val="00291BB8"/>
    <w:rsid w:val="002B2D62"/>
    <w:rsid w:val="002B3B12"/>
    <w:rsid w:val="002B4D3D"/>
    <w:rsid w:val="002C3E03"/>
    <w:rsid w:val="002D2CDB"/>
    <w:rsid w:val="002D3953"/>
    <w:rsid w:val="00305217"/>
    <w:rsid w:val="00313D38"/>
    <w:rsid w:val="003240F6"/>
    <w:rsid w:val="00341521"/>
    <w:rsid w:val="00352D56"/>
    <w:rsid w:val="00353030"/>
    <w:rsid w:val="00357299"/>
    <w:rsid w:val="00394708"/>
    <w:rsid w:val="003B4B73"/>
    <w:rsid w:val="003C25A4"/>
    <w:rsid w:val="003F489A"/>
    <w:rsid w:val="003F4A0D"/>
    <w:rsid w:val="00407D6A"/>
    <w:rsid w:val="00422EAB"/>
    <w:rsid w:val="00436C23"/>
    <w:rsid w:val="00444BFB"/>
    <w:rsid w:val="00452B6B"/>
    <w:rsid w:val="00491C81"/>
    <w:rsid w:val="004C0C85"/>
    <w:rsid w:val="004C3BDE"/>
    <w:rsid w:val="004E30D6"/>
    <w:rsid w:val="004E5749"/>
    <w:rsid w:val="004E651F"/>
    <w:rsid w:val="0050561E"/>
    <w:rsid w:val="005223AF"/>
    <w:rsid w:val="005316DA"/>
    <w:rsid w:val="00541A32"/>
    <w:rsid w:val="00575FAF"/>
    <w:rsid w:val="00593E8D"/>
    <w:rsid w:val="005C6B68"/>
    <w:rsid w:val="005D72AC"/>
    <w:rsid w:val="005F7BE6"/>
    <w:rsid w:val="00600A25"/>
    <w:rsid w:val="006437C0"/>
    <w:rsid w:val="0064558D"/>
    <w:rsid w:val="0065175D"/>
    <w:rsid w:val="00686AAA"/>
    <w:rsid w:val="0069661C"/>
    <w:rsid w:val="006974B7"/>
    <w:rsid w:val="006B37B7"/>
    <w:rsid w:val="006C07C4"/>
    <w:rsid w:val="006C6C22"/>
    <w:rsid w:val="006E54A1"/>
    <w:rsid w:val="00707AED"/>
    <w:rsid w:val="00710F9B"/>
    <w:rsid w:val="00712638"/>
    <w:rsid w:val="00760D0B"/>
    <w:rsid w:val="00761FD0"/>
    <w:rsid w:val="00771FD1"/>
    <w:rsid w:val="00781575"/>
    <w:rsid w:val="007851BE"/>
    <w:rsid w:val="00787B01"/>
    <w:rsid w:val="00790214"/>
    <w:rsid w:val="00793306"/>
    <w:rsid w:val="007B4C76"/>
    <w:rsid w:val="007E1E74"/>
    <w:rsid w:val="007E4AB7"/>
    <w:rsid w:val="00811134"/>
    <w:rsid w:val="00822DB3"/>
    <w:rsid w:val="00847F27"/>
    <w:rsid w:val="0085230C"/>
    <w:rsid w:val="00862FC5"/>
    <w:rsid w:val="0087182F"/>
    <w:rsid w:val="0087509D"/>
    <w:rsid w:val="008A3CB7"/>
    <w:rsid w:val="008A4095"/>
    <w:rsid w:val="008B3521"/>
    <w:rsid w:val="008D7B9E"/>
    <w:rsid w:val="008E2900"/>
    <w:rsid w:val="00914267"/>
    <w:rsid w:val="00934C64"/>
    <w:rsid w:val="00982CD7"/>
    <w:rsid w:val="00983E7C"/>
    <w:rsid w:val="0098687F"/>
    <w:rsid w:val="00995D16"/>
    <w:rsid w:val="009A11E7"/>
    <w:rsid w:val="009A1805"/>
    <w:rsid w:val="009B06C0"/>
    <w:rsid w:val="009B68CC"/>
    <w:rsid w:val="009B7715"/>
    <w:rsid w:val="00A05B9B"/>
    <w:rsid w:val="00A10CDA"/>
    <w:rsid w:val="00A13B6C"/>
    <w:rsid w:val="00A47E94"/>
    <w:rsid w:val="00A50F18"/>
    <w:rsid w:val="00AA7734"/>
    <w:rsid w:val="00AC4ACB"/>
    <w:rsid w:val="00AE6A9D"/>
    <w:rsid w:val="00AF4A06"/>
    <w:rsid w:val="00B01125"/>
    <w:rsid w:val="00B20F20"/>
    <w:rsid w:val="00B23DA2"/>
    <w:rsid w:val="00B509FC"/>
    <w:rsid w:val="00B767DC"/>
    <w:rsid w:val="00B95782"/>
    <w:rsid w:val="00BA28E8"/>
    <w:rsid w:val="00BC5DA7"/>
    <w:rsid w:val="00BF6CA4"/>
    <w:rsid w:val="00C1539D"/>
    <w:rsid w:val="00C21238"/>
    <w:rsid w:val="00C26ED0"/>
    <w:rsid w:val="00C3045F"/>
    <w:rsid w:val="00C430FB"/>
    <w:rsid w:val="00C67170"/>
    <w:rsid w:val="00C77AEA"/>
    <w:rsid w:val="00C81DB8"/>
    <w:rsid w:val="00CA51BD"/>
    <w:rsid w:val="00CD3DDC"/>
    <w:rsid w:val="00CE4A67"/>
    <w:rsid w:val="00CE687B"/>
    <w:rsid w:val="00CF27C9"/>
    <w:rsid w:val="00D0421D"/>
    <w:rsid w:val="00D1127F"/>
    <w:rsid w:val="00D13F2E"/>
    <w:rsid w:val="00D239AD"/>
    <w:rsid w:val="00D2626C"/>
    <w:rsid w:val="00D3016A"/>
    <w:rsid w:val="00D317AD"/>
    <w:rsid w:val="00D5060E"/>
    <w:rsid w:val="00D51311"/>
    <w:rsid w:val="00DC1AD0"/>
    <w:rsid w:val="00DE758B"/>
    <w:rsid w:val="00E00F3F"/>
    <w:rsid w:val="00E01AA0"/>
    <w:rsid w:val="00E06DC1"/>
    <w:rsid w:val="00E279FB"/>
    <w:rsid w:val="00E33AD5"/>
    <w:rsid w:val="00E56012"/>
    <w:rsid w:val="00E668EE"/>
    <w:rsid w:val="00E81794"/>
    <w:rsid w:val="00E81831"/>
    <w:rsid w:val="00E90756"/>
    <w:rsid w:val="00E97AE3"/>
    <w:rsid w:val="00EA6950"/>
    <w:rsid w:val="00EB5853"/>
    <w:rsid w:val="00EC08A9"/>
    <w:rsid w:val="00EF0DAF"/>
    <w:rsid w:val="00F01F4F"/>
    <w:rsid w:val="00F028A3"/>
    <w:rsid w:val="00F06433"/>
    <w:rsid w:val="00F064C0"/>
    <w:rsid w:val="00F5097C"/>
    <w:rsid w:val="00F5490C"/>
    <w:rsid w:val="00F54968"/>
    <w:rsid w:val="00F570B6"/>
    <w:rsid w:val="00F62F55"/>
    <w:rsid w:val="00F74621"/>
    <w:rsid w:val="00F8122B"/>
    <w:rsid w:val="00F84F3A"/>
    <w:rsid w:val="00FE45C1"/>
    <w:rsid w:val="00FE5795"/>
    <w:rsid w:val="00FF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C0396"/>
  <w15:docId w15:val="{9C6257D4-1B91-4F06-AFC9-EB4CDAC72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7AD"/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39AD"/>
    <w:rPr>
      <w:color w:val="808080"/>
    </w:rPr>
  </w:style>
  <w:style w:type="table" w:styleId="a4">
    <w:name w:val="Table Grid"/>
    <w:basedOn w:val="a1"/>
    <w:uiPriority w:val="59"/>
    <w:rsid w:val="00D23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239A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1B1C8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B1C8D"/>
    <w:pPr>
      <w:spacing w:line="240" w:lineRule="auto"/>
    </w:pPr>
    <w:rPr>
      <w:sz w:val="20"/>
      <w:szCs w:val="20"/>
    </w:rPr>
  </w:style>
  <w:style w:type="character" w:customStyle="1" w:styleId="a8">
    <w:name w:val="ข้อความข้อคิดเห็น อักขระ"/>
    <w:basedOn w:val="a0"/>
    <w:link w:val="a7"/>
    <w:uiPriority w:val="99"/>
    <w:semiHidden/>
    <w:rsid w:val="001B1C8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B1C8D"/>
    <w:rPr>
      <w:b/>
      <w:bCs/>
    </w:rPr>
  </w:style>
  <w:style w:type="character" w:customStyle="1" w:styleId="aa">
    <w:name w:val="ชื่อเรื่องของข้อคิดเห็น อักขระ"/>
    <w:basedOn w:val="a8"/>
    <w:link w:val="a9"/>
    <w:uiPriority w:val="99"/>
    <w:semiHidden/>
    <w:rsid w:val="001B1C8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B1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1B1C8D"/>
    <w:rPr>
      <w:rFonts w:ascii="Segoe UI" w:hAnsi="Segoe UI" w:cs="Segoe UI"/>
      <w:sz w:val="18"/>
      <w:szCs w:val="18"/>
    </w:rPr>
  </w:style>
  <w:style w:type="character" w:customStyle="1" w:styleId="text-danger">
    <w:name w:val="text-danger"/>
    <w:basedOn w:val="a0"/>
    <w:rsid w:val="00132E1B"/>
  </w:style>
  <w:style w:type="character" w:customStyle="1" w:styleId="apple-converted-space">
    <w:name w:val="apple-converted-space"/>
    <w:basedOn w:val="a0"/>
    <w:rsid w:val="00132E1B"/>
  </w:style>
  <w:style w:type="character" w:styleId="ad">
    <w:name w:val="Hyperlink"/>
    <w:basedOn w:val="a0"/>
    <w:uiPriority w:val="99"/>
    <w:unhideWhenUsed/>
    <w:rsid w:val="00132E1B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C81DB8"/>
  </w:style>
  <w:style w:type="paragraph" w:styleId="af0">
    <w:name w:val="footer"/>
    <w:basedOn w:val="a"/>
    <w:link w:val="af1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C81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da.moph.go.th/psiond/download/provincial/officer54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1556@fda.moph.go.th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da.moph.go.th/psiond/download.htm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da.moph.go.th/psiond/download.htm%20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\Downloads\Manual310358V2_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824B4-872A-4213-99C2-63E6324BE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Manual310358V2_4</Template>
  <TotalTime>1</TotalTime>
  <Pages>5</Pages>
  <Words>969</Words>
  <Characters>5528</Characters>
  <Application>Microsoft Office Word</Application>
  <DocSecurity>0</DocSecurity>
  <Lines>46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Apakon Kejornruk</cp:lastModifiedBy>
  <cp:revision>2</cp:revision>
  <cp:lastPrinted>2015-06-07T15:52:00Z</cp:lastPrinted>
  <dcterms:created xsi:type="dcterms:W3CDTF">2023-03-13T06:25:00Z</dcterms:created>
  <dcterms:modified xsi:type="dcterms:W3CDTF">2023-03-13T06:25:00Z</dcterms:modified>
</cp:coreProperties>
</file>